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149EDD1F" w:rsidR="0085747A" w:rsidRPr="001F797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F797D" w:rsidRPr="001F797D">
        <w:rPr>
          <w:rFonts w:ascii="Corbel" w:hAnsi="Corbel"/>
          <w:b/>
          <w:smallCaps/>
          <w:sz w:val="24"/>
          <w:szCs w:val="24"/>
        </w:rPr>
        <w:t>2025/2026</w:t>
      </w:r>
      <w:r w:rsidR="00B363FF">
        <w:rPr>
          <w:rFonts w:ascii="Corbel" w:hAnsi="Corbel"/>
          <w:b/>
          <w:smallCaps/>
          <w:sz w:val="24"/>
          <w:szCs w:val="24"/>
        </w:rPr>
        <w:t xml:space="preserve"> </w:t>
      </w:r>
      <w:r w:rsidR="001F797D" w:rsidRPr="001F797D">
        <w:rPr>
          <w:rFonts w:ascii="Corbel" w:hAnsi="Corbel"/>
          <w:b/>
          <w:smallCaps/>
          <w:sz w:val="24"/>
          <w:szCs w:val="24"/>
        </w:rPr>
        <w:t>-</w:t>
      </w:r>
      <w:r w:rsidR="00B363FF">
        <w:rPr>
          <w:rFonts w:ascii="Corbel" w:hAnsi="Corbel"/>
          <w:b/>
          <w:smallCaps/>
          <w:sz w:val="24"/>
          <w:szCs w:val="24"/>
        </w:rPr>
        <w:t xml:space="preserve"> </w:t>
      </w:r>
      <w:r w:rsidR="001F797D" w:rsidRPr="001F797D">
        <w:rPr>
          <w:rFonts w:ascii="Corbel" w:hAnsi="Corbel"/>
          <w:b/>
          <w:smallCaps/>
          <w:sz w:val="24"/>
          <w:szCs w:val="24"/>
        </w:rPr>
        <w:t>2029/2030</w:t>
      </w:r>
    </w:p>
    <w:p w14:paraId="2E4C7D0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362C61FE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B363F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1F797D">
        <w:rPr>
          <w:rFonts w:ascii="Corbel" w:hAnsi="Corbel"/>
          <w:sz w:val="20"/>
          <w:szCs w:val="20"/>
        </w:rPr>
        <w:t>202</w:t>
      </w:r>
      <w:r w:rsidR="00B23F8C">
        <w:rPr>
          <w:rFonts w:ascii="Corbel" w:hAnsi="Corbel"/>
          <w:sz w:val="20"/>
          <w:szCs w:val="20"/>
        </w:rPr>
        <w:t>8</w:t>
      </w:r>
      <w:r w:rsidR="001F797D">
        <w:rPr>
          <w:rFonts w:ascii="Corbel" w:hAnsi="Corbel"/>
          <w:sz w:val="20"/>
          <w:szCs w:val="20"/>
        </w:rPr>
        <w:t>/202</w:t>
      </w:r>
      <w:r w:rsidR="00B23F8C">
        <w:rPr>
          <w:rFonts w:ascii="Corbel" w:hAnsi="Corbel"/>
          <w:sz w:val="20"/>
          <w:szCs w:val="20"/>
        </w:rPr>
        <w:t>9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072476FC" w:rsidR="0085747A" w:rsidRPr="00B363F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363FF">
              <w:rPr>
                <w:rFonts w:ascii="Corbel" w:hAnsi="Corbel"/>
                <w:color w:val="auto"/>
                <w:sz w:val="24"/>
                <w:szCs w:val="24"/>
              </w:rPr>
              <w:t>Postępowanie cywilne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42171514" w:rsidR="0085747A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PRP32</w:t>
            </w: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B363FF">
            <w:pPr>
              <w:pStyle w:val="Pytania"/>
              <w:spacing w:before="0" w:after="0" w:line="240" w:lineRule="exact"/>
              <w:ind w:left="67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0A90674D" w:rsidR="0085747A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16D3133C" w:rsidR="0085747A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Postępowania Cywilnego</w:t>
            </w:r>
          </w:p>
        </w:tc>
      </w:tr>
      <w:tr w:rsidR="001F797D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1F797D" w:rsidRPr="00B169DF" w:rsidRDefault="001F79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3E2248B3" w:rsidR="001F797D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1F797D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1F797D" w:rsidRPr="00B169DF" w:rsidRDefault="001F79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2B4C24AB" w:rsidR="001F797D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1F797D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1F797D" w:rsidRPr="00B169DF" w:rsidRDefault="001F79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2D5F1C6C" w:rsidR="001F797D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F797D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1F797D" w:rsidRPr="00B169DF" w:rsidRDefault="001F79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62F31BC4" w:rsidR="001F797D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F797D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1F797D" w:rsidRPr="00B169DF" w:rsidRDefault="001F79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B4E406" w14:textId="30908367" w:rsidR="001F797D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1F797D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1F797D" w:rsidRPr="00B169DF" w:rsidRDefault="001F79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22B0C003" w:rsidR="001F797D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1F797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1F797D" w:rsidRPr="00B169DF" w:rsidRDefault="001F79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27BA9F54" w:rsidR="001F797D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F797D" w:rsidRPr="00B169DF" w14:paraId="1AF54BA1" w14:textId="77777777" w:rsidTr="00B819C8">
        <w:tc>
          <w:tcPr>
            <w:tcW w:w="2694" w:type="dxa"/>
            <w:vAlign w:val="center"/>
          </w:tcPr>
          <w:p w14:paraId="01619559" w14:textId="77777777" w:rsidR="001F797D" w:rsidRPr="00B169DF" w:rsidRDefault="001F79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76B88D3B" w:rsidR="001F797D" w:rsidRPr="00B169DF" w:rsidRDefault="001F79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1F797D" w:rsidRPr="00B169DF" w14:paraId="58CA0C71" w14:textId="77777777" w:rsidTr="00B819C8">
        <w:tc>
          <w:tcPr>
            <w:tcW w:w="2694" w:type="dxa"/>
            <w:vAlign w:val="center"/>
          </w:tcPr>
          <w:p w14:paraId="4F630DC2" w14:textId="77777777" w:rsidR="001F797D" w:rsidRPr="00B169DF" w:rsidRDefault="001F79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4B9928C3" w:rsidR="001F797D" w:rsidRPr="00B169DF" w:rsidRDefault="007A46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Janda, mgr Katarzyna Kajmowicz</w:t>
            </w:r>
          </w:p>
        </w:tc>
      </w:tr>
    </w:tbl>
    <w:p w14:paraId="5A4C3C44" w14:textId="77777777" w:rsidR="0085747A" w:rsidRPr="00B169DF" w:rsidRDefault="0085747A" w:rsidP="00B363FF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49A7B4C5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B363FF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B363F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B169DF" w:rsidRDefault="00015B8F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B363F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F797D" w:rsidRPr="00B169DF" w14:paraId="262CE839" w14:textId="77777777" w:rsidTr="004918AC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3F8F5503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8BD2EFA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0CC020F6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797D" w:rsidRPr="00B169DF" w14:paraId="1562F175" w14:textId="77777777" w:rsidTr="004918AC">
        <w:trPr>
          <w:trHeight w:val="39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1FC" w14:textId="41BD45D3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FAC4" w14:textId="152C7BEF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1036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CDBE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E20B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88C0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15E7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04D4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FE8C" w14:textId="77777777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3048" w14:textId="669B2FDA" w:rsidR="001F797D" w:rsidRPr="00B169DF" w:rsidRDefault="001F797D" w:rsidP="00B363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D6D3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37D2A7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56BBD854" w14:textId="77777777" w:rsidR="00B363FF" w:rsidRPr="00B169DF" w:rsidRDefault="00B363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14B4C7BA" w:rsidR="0085747A" w:rsidRPr="00B169DF" w:rsidRDefault="00B363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F04035" w14:textId="6DE678BC" w:rsidR="0085747A" w:rsidRPr="00B169DF" w:rsidRDefault="001F79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DC25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3261EE0C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B363FF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CD7368" w14:textId="77777777" w:rsidR="001F797D" w:rsidRDefault="001F797D" w:rsidP="001F797D">
      <w:pPr>
        <w:shd w:val="clear" w:color="auto" w:fill="FFFFFF"/>
        <w:spacing w:after="0" w:line="240" w:lineRule="auto"/>
        <w:jc w:val="both"/>
        <w:rPr>
          <w:rFonts w:ascii="Corbel" w:eastAsia="Cambria" w:hAnsi="Corbel"/>
          <w:b/>
          <w:sz w:val="24"/>
          <w:szCs w:val="24"/>
        </w:rPr>
      </w:pPr>
    </w:p>
    <w:p w14:paraId="68A100FB" w14:textId="3983FEA6" w:rsidR="00276397" w:rsidRDefault="00276397" w:rsidP="0027639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Semestr VII - wykład: zaliczenie bez oceny</w:t>
      </w:r>
    </w:p>
    <w:p w14:paraId="03AF7DEC" w14:textId="3386FAFA" w:rsidR="00276397" w:rsidRDefault="00276397" w:rsidP="0027639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Semestr VIII - wykład: egzamin</w:t>
      </w:r>
    </w:p>
    <w:p w14:paraId="0610993B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007803D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B363FF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05AE0810" w14:textId="77777777" w:rsidR="00B363FF" w:rsidRPr="00B169DF" w:rsidRDefault="00B363F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039935C6" w14:textId="77777777" w:rsidTr="004918AC">
        <w:tc>
          <w:tcPr>
            <w:tcW w:w="9349" w:type="dxa"/>
          </w:tcPr>
          <w:p w14:paraId="74D75307" w14:textId="3CE69D2F" w:rsidR="0085747A" w:rsidRPr="001F797D" w:rsidRDefault="001F797D" w:rsidP="00B363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wiedza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t>prawa cywilnego – części ogólnej, prawa rzeczoweg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o, zobowiązań, prawa spadkowego oraz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prawa rodzinnego </w:t>
            </w:r>
          </w:p>
        </w:tc>
      </w:tr>
    </w:tbl>
    <w:p w14:paraId="1379AAF3" w14:textId="77777777" w:rsidR="00B23F8C" w:rsidRDefault="00B23F8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50334E4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17380129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B363FF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B363FF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F797D" w:rsidRPr="000074D5" w14:paraId="17C7543F" w14:textId="77777777" w:rsidTr="000F663B">
        <w:tc>
          <w:tcPr>
            <w:tcW w:w="675" w:type="dxa"/>
            <w:vAlign w:val="center"/>
          </w:tcPr>
          <w:p w14:paraId="355DC0C4" w14:textId="5A914242" w:rsidR="001F797D" w:rsidRPr="000074D5" w:rsidRDefault="001F797D" w:rsidP="00B363F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68B8E21D" w14:textId="77777777" w:rsidR="001F797D" w:rsidRPr="00B363FF" w:rsidRDefault="001F797D" w:rsidP="00B363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B363FF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Zapoznanie studentów z czynnościami procesowymi stron, sądu i innych uczestników procesu cywilnego </w:t>
            </w:r>
          </w:p>
        </w:tc>
      </w:tr>
      <w:tr w:rsidR="001F797D" w:rsidRPr="000074D5" w14:paraId="4E299EC4" w14:textId="77777777" w:rsidTr="000F663B">
        <w:tc>
          <w:tcPr>
            <w:tcW w:w="675" w:type="dxa"/>
            <w:vAlign w:val="center"/>
          </w:tcPr>
          <w:p w14:paraId="54F7A2F7" w14:textId="77777777" w:rsidR="001F797D" w:rsidRPr="000074D5" w:rsidRDefault="001F797D" w:rsidP="00B363F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B33D2C5" w14:textId="77777777" w:rsidR="001F797D" w:rsidRPr="00B363FF" w:rsidRDefault="001F797D" w:rsidP="00B363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B363FF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Przedstawienie studentom specyfiki poszczególnych postępowań odrębnych </w:t>
            </w:r>
          </w:p>
        </w:tc>
      </w:tr>
      <w:tr w:rsidR="001F797D" w:rsidRPr="000074D5" w14:paraId="15BA4DD7" w14:textId="77777777" w:rsidTr="000F663B">
        <w:tc>
          <w:tcPr>
            <w:tcW w:w="675" w:type="dxa"/>
            <w:vAlign w:val="center"/>
          </w:tcPr>
          <w:p w14:paraId="2DBC9ED2" w14:textId="77777777" w:rsidR="001F797D" w:rsidRPr="000074D5" w:rsidRDefault="001F797D" w:rsidP="00B363F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8259B0F" w14:textId="77777777" w:rsidR="001F797D" w:rsidRPr="00B363FF" w:rsidRDefault="001F797D" w:rsidP="00B363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B363FF">
              <w:rPr>
                <w:rFonts w:ascii="Corbel" w:hAnsi="Corbel"/>
                <w:b w:val="0"/>
                <w:iCs/>
                <w:sz w:val="24"/>
                <w:szCs w:val="24"/>
              </w:rPr>
              <w:t>Zaprezentowanie studentom zasad udzielania ochrony prawnej w postępowaniu nieprocesowym - drugim obok procesu trybie postępowania rozpoznawczego</w:t>
            </w:r>
            <w:r w:rsidRPr="00B363FF">
              <w:rPr>
                <w:rFonts w:ascii="Corbel" w:eastAsia="Calibri" w:hAnsi="Corbel"/>
                <w:b w:val="0"/>
                <w:iCs/>
                <w:sz w:val="24"/>
                <w:szCs w:val="24"/>
                <w:lang w:eastAsia="en-US"/>
              </w:rPr>
              <w:t xml:space="preserve"> </w:t>
            </w:r>
            <w:r w:rsidRPr="00B363FF">
              <w:rPr>
                <w:rFonts w:ascii="Corbel" w:hAnsi="Corbel"/>
                <w:b w:val="0"/>
                <w:iCs/>
                <w:sz w:val="24"/>
                <w:szCs w:val="24"/>
              </w:rPr>
              <w:t>oraz zapoznanie studentów z rodzajami spraw cywilnych rozpatrywanych w tym postępowaniu</w:t>
            </w:r>
          </w:p>
        </w:tc>
      </w:tr>
      <w:tr w:rsidR="001F797D" w:rsidRPr="000074D5" w14:paraId="450E7D78" w14:textId="77777777" w:rsidTr="000F663B">
        <w:tc>
          <w:tcPr>
            <w:tcW w:w="675" w:type="dxa"/>
            <w:vAlign w:val="center"/>
          </w:tcPr>
          <w:p w14:paraId="2748FE35" w14:textId="77777777" w:rsidR="001F797D" w:rsidRPr="000074D5" w:rsidRDefault="001F797D" w:rsidP="00B363F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364D0D92" w14:textId="77777777" w:rsidR="001F797D" w:rsidRPr="00B363FF" w:rsidRDefault="001F797D" w:rsidP="00B363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B363FF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Przekazanie studentom wiedzy z zakresu postępowania zabezpieczającego i egzekucyjnego </w:t>
            </w:r>
          </w:p>
        </w:tc>
      </w:tr>
      <w:tr w:rsidR="001F797D" w:rsidRPr="000074D5" w14:paraId="2E9860F3" w14:textId="77777777" w:rsidTr="000F663B">
        <w:tc>
          <w:tcPr>
            <w:tcW w:w="675" w:type="dxa"/>
            <w:vAlign w:val="center"/>
          </w:tcPr>
          <w:p w14:paraId="57F03FDB" w14:textId="77777777" w:rsidR="001F797D" w:rsidRPr="000074D5" w:rsidRDefault="001F797D" w:rsidP="00B363F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36CE978A" w14:textId="77777777" w:rsidR="001F797D" w:rsidRPr="00B363FF" w:rsidRDefault="001F797D" w:rsidP="00B363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B363FF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Ukształtowanie u studentów umiejętności sporządzania pism procesowych (pozwów, wniosków, orzeczeń, środków zaskarżenia).  </w:t>
            </w:r>
          </w:p>
        </w:tc>
      </w:tr>
    </w:tbl>
    <w:p w14:paraId="636C34BD" w14:textId="77777777" w:rsidR="00B363FF" w:rsidRPr="00B169DF" w:rsidRDefault="00B363F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4621AE0B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212032394"/>
      <w:r w:rsidRPr="00B169DF">
        <w:rPr>
          <w:rFonts w:ascii="Corbel" w:hAnsi="Corbel"/>
          <w:b/>
          <w:sz w:val="24"/>
          <w:szCs w:val="24"/>
        </w:rPr>
        <w:t>3.2</w:t>
      </w:r>
      <w:r w:rsidR="00B363FF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108"/>
        <w:gridCol w:w="1851"/>
      </w:tblGrid>
      <w:tr w:rsidR="001F797D" w:rsidRPr="00814DBB" w14:paraId="776B838B" w14:textId="77777777" w:rsidTr="0045696A">
        <w:tc>
          <w:tcPr>
            <w:tcW w:w="1447" w:type="dxa"/>
            <w:vAlign w:val="center"/>
          </w:tcPr>
          <w:p w14:paraId="24E4E478" w14:textId="274F6024" w:rsidR="001F797D" w:rsidRPr="0045696A" w:rsidRDefault="001F797D" w:rsidP="0045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smallCaps w:val="0"/>
                <w:sz w:val="23"/>
                <w:szCs w:val="23"/>
              </w:rPr>
              <w:t>EK</w:t>
            </w: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 (efekt uczenia się)</w:t>
            </w:r>
          </w:p>
        </w:tc>
        <w:tc>
          <w:tcPr>
            <w:tcW w:w="6108" w:type="dxa"/>
            <w:vAlign w:val="center"/>
          </w:tcPr>
          <w:p w14:paraId="7C1DA1A3" w14:textId="2B281C72" w:rsidR="001F797D" w:rsidRPr="00814DBB" w:rsidRDefault="001F797D" w:rsidP="0045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Treść efektu uczenia się zdefiniowanego dla przedmiotu</w:t>
            </w:r>
          </w:p>
        </w:tc>
        <w:tc>
          <w:tcPr>
            <w:tcW w:w="1851" w:type="dxa"/>
            <w:vAlign w:val="center"/>
          </w:tcPr>
          <w:p w14:paraId="17CEE673" w14:textId="3CD81350" w:rsidR="001F797D" w:rsidRPr="00814DBB" w:rsidRDefault="001F797D" w:rsidP="0045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Odniesienie do efektów  kierunkowych</w:t>
            </w:r>
          </w:p>
        </w:tc>
      </w:tr>
      <w:tr w:rsidR="001F797D" w:rsidRPr="00814DBB" w14:paraId="2068891F" w14:textId="77777777" w:rsidTr="0045696A">
        <w:tc>
          <w:tcPr>
            <w:tcW w:w="1447" w:type="dxa"/>
          </w:tcPr>
          <w:p w14:paraId="72A26D6B" w14:textId="151EBFF4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EK_01</w:t>
            </w:r>
          </w:p>
        </w:tc>
        <w:tc>
          <w:tcPr>
            <w:tcW w:w="6108" w:type="dxa"/>
          </w:tcPr>
          <w:p w14:paraId="7D393682" w14:textId="101ECFFF" w:rsidR="001F797D" w:rsidRPr="00B23F8C" w:rsidRDefault="00B363FF" w:rsidP="0045696A">
            <w:pPr>
              <w:pStyle w:val="Punktygwne"/>
              <w:spacing w:before="0" w:after="0"/>
              <w:ind w:left="-42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B23F8C">
              <w:rPr>
                <w:rFonts w:ascii="Corbel" w:hAnsi="Corbel" w:cs="Corbel"/>
                <w:b w:val="0"/>
                <w:bCs/>
                <w:smallCaps w:val="0"/>
                <w:color w:val="000000"/>
                <w:sz w:val="22"/>
                <w:lang w:eastAsia="pl-PL"/>
              </w:rPr>
              <w:t>Ma pogłębioną i rozszerzoną wiedzę o charakterze postępowania cywilnego, jego  usytuowaniu oraz znaczeniu w systemie nauk oraz o jego relacjach do innych nauk</w:t>
            </w:r>
          </w:p>
        </w:tc>
        <w:tc>
          <w:tcPr>
            <w:tcW w:w="1851" w:type="dxa"/>
          </w:tcPr>
          <w:p w14:paraId="16ED15C3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K_W01</w:t>
            </w:r>
          </w:p>
        </w:tc>
      </w:tr>
      <w:tr w:rsidR="001F797D" w:rsidRPr="00814DBB" w14:paraId="7C31F06E" w14:textId="77777777" w:rsidTr="0045696A">
        <w:tc>
          <w:tcPr>
            <w:tcW w:w="1447" w:type="dxa"/>
          </w:tcPr>
          <w:p w14:paraId="65613557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EK_02</w:t>
            </w:r>
          </w:p>
        </w:tc>
        <w:tc>
          <w:tcPr>
            <w:tcW w:w="6108" w:type="dxa"/>
          </w:tcPr>
          <w:p w14:paraId="1DFC282A" w14:textId="7DBB132C" w:rsidR="001F797D" w:rsidRPr="00B23F8C" w:rsidRDefault="00B363FF" w:rsidP="0045696A">
            <w:pPr>
              <w:pStyle w:val="Punktygwne"/>
              <w:spacing w:before="0" w:after="0"/>
              <w:ind w:left="-42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B23F8C">
              <w:rPr>
                <w:rFonts w:ascii="Corbel" w:hAnsi="Corbel" w:cs="Corbel"/>
                <w:b w:val="0"/>
                <w:bCs/>
                <w:smallCaps w:val="0"/>
                <w:color w:val="000000"/>
                <w:sz w:val="22"/>
                <w:lang w:eastAsia="pl-PL"/>
              </w:rPr>
              <w:t>Ma pogłębioną i rozszerzoną wiedzę na temat norm, reguł i instytucji prawnych z zakresu postępowania cywilnego</w:t>
            </w:r>
          </w:p>
        </w:tc>
        <w:tc>
          <w:tcPr>
            <w:tcW w:w="1851" w:type="dxa"/>
          </w:tcPr>
          <w:p w14:paraId="53659C81" w14:textId="26BE41B4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K_W02</w:t>
            </w:r>
          </w:p>
        </w:tc>
      </w:tr>
      <w:tr w:rsidR="001F797D" w:rsidRPr="00814DBB" w14:paraId="4B69509E" w14:textId="77777777" w:rsidTr="0045696A">
        <w:tc>
          <w:tcPr>
            <w:tcW w:w="1447" w:type="dxa"/>
          </w:tcPr>
          <w:p w14:paraId="22E1978F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EK_03</w:t>
            </w:r>
          </w:p>
        </w:tc>
        <w:tc>
          <w:tcPr>
            <w:tcW w:w="6108" w:type="dxa"/>
          </w:tcPr>
          <w:p w14:paraId="26BA40A9" w14:textId="27C829D9" w:rsidR="001F797D" w:rsidRPr="00B23F8C" w:rsidRDefault="00B363FF" w:rsidP="0045696A">
            <w:pPr>
              <w:pStyle w:val="Punktygwne"/>
              <w:spacing w:before="0" w:after="0"/>
              <w:ind w:left="-42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B23F8C">
              <w:rPr>
                <w:rFonts w:ascii="Corbel" w:hAnsi="Corbel" w:cs="Corbel"/>
                <w:b w:val="0"/>
                <w:bCs/>
                <w:smallCaps w:val="0"/>
                <w:color w:val="000000"/>
                <w:sz w:val="22"/>
                <w:lang w:eastAsia="pl-PL"/>
              </w:rPr>
              <w:t>Ma pogłębioną wiedzę na temat źródeł i instytucji postępowania cywilnego oraz relacji pomiędzy prawem UE a prawem polskim</w:t>
            </w:r>
          </w:p>
        </w:tc>
        <w:tc>
          <w:tcPr>
            <w:tcW w:w="1851" w:type="dxa"/>
          </w:tcPr>
          <w:p w14:paraId="524F6883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K_W03</w:t>
            </w:r>
          </w:p>
        </w:tc>
      </w:tr>
      <w:tr w:rsidR="001F797D" w:rsidRPr="00814DBB" w14:paraId="5E4E192C" w14:textId="77777777" w:rsidTr="0045696A">
        <w:tc>
          <w:tcPr>
            <w:tcW w:w="1447" w:type="dxa"/>
          </w:tcPr>
          <w:p w14:paraId="22468DE0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EK_04</w:t>
            </w:r>
          </w:p>
        </w:tc>
        <w:tc>
          <w:tcPr>
            <w:tcW w:w="6108" w:type="dxa"/>
          </w:tcPr>
          <w:p w14:paraId="0EB9AE73" w14:textId="3267727C" w:rsidR="001F797D" w:rsidRPr="00B23F8C" w:rsidRDefault="00B363FF" w:rsidP="0045696A">
            <w:pPr>
              <w:pStyle w:val="Punktygwne"/>
              <w:spacing w:before="0" w:after="0"/>
              <w:ind w:left="-42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B23F8C">
              <w:rPr>
                <w:rFonts w:ascii="Corbel" w:hAnsi="Corbel" w:cs="Corbel"/>
                <w:b w:val="0"/>
                <w:bCs/>
                <w:smallCaps w:val="0"/>
                <w:color w:val="000000"/>
                <w:sz w:val="22"/>
                <w:lang w:eastAsia="pl-PL"/>
              </w:rPr>
              <w:t>Ma pogłębioną wiedzę na temat procesów stanowienia prawa procesowego cywilnego</w:t>
            </w:r>
          </w:p>
        </w:tc>
        <w:tc>
          <w:tcPr>
            <w:tcW w:w="1851" w:type="dxa"/>
          </w:tcPr>
          <w:p w14:paraId="04662961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K_W04</w:t>
            </w:r>
          </w:p>
        </w:tc>
      </w:tr>
      <w:tr w:rsidR="001F797D" w:rsidRPr="00814DBB" w14:paraId="68FAC1B6" w14:textId="77777777" w:rsidTr="0045696A">
        <w:tc>
          <w:tcPr>
            <w:tcW w:w="1447" w:type="dxa"/>
          </w:tcPr>
          <w:p w14:paraId="752889E4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EK_05</w:t>
            </w:r>
          </w:p>
        </w:tc>
        <w:tc>
          <w:tcPr>
            <w:tcW w:w="6108" w:type="dxa"/>
          </w:tcPr>
          <w:p w14:paraId="54716DE8" w14:textId="666150DB" w:rsidR="001F797D" w:rsidRPr="00B23F8C" w:rsidRDefault="00B363FF" w:rsidP="0045696A">
            <w:pPr>
              <w:autoSpaceDE w:val="0"/>
              <w:autoSpaceDN w:val="0"/>
              <w:adjustRightInd w:val="0"/>
              <w:spacing w:after="0" w:line="240" w:lineRule="auto"/>
              <w:ind w:left="-42"/>
              <w:rPr>
                <w:rFonts w:ascii="Corbel" w:hAnsi="Corbel" w:cs="Corbel"/>
                <w:color w:val="000000"/>
                <w:lang w:eastAsia="pl-PL"/>
              </w:rPr>
            </w:pPr>
            <w:r w:rsidRPr="00B23F8C">
              <w:rPr>
                <w:rFonts w:ascii="Corbel" w:hAnsi="Corbel" w:cs="Corbel"/>
                <w:color w:val="000000"/>
                <w:lang w:eastAsia="pl-PL"/>
              </w:rPr>
              <w:t>Ma pogłębioną wiedzę na temat procesów stosowania prawa procesowego cywilnego</w:t>
            </w:r>
          </w:p>
        </w:tc>
        <w:tc>
          <w:tcPr>
            <w:tcW w:w="1851" w:type="dxa"/>
          </w:tcPr>
          <w:p w14:paraId="1E922DFB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K_W05</w:t>
            </w:r>
          </w:p>
        </w:tc>
      </w:tr>
      <w:tr w:rsidR="001F797D" w:rsidRPr="00814DBB" w14:paraId="30D7E5A1" w14:textId="77777777" w:rsidTr="0045696A">
        <w:tc>
          <w:tcPr>
            <w:tcW w:w="1447" w:type="dxa"/>
          </w:tcPr>
          <w:p w14:paraId="76E6408D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EK_06</w:t>
            </w:r>
          </w:p>
        </w:tc>
        <w:tc>
          <w:tcPr>
            <w:tcW w:w="6108" w:type="dxa"/>
          </w:tcPr>
          <w:p w14:paraId="608F9DEF" w14:textId="75035FDD" w:rsidR="001F797D" w:rsidRPr="00B23F8C" w:rsidRDefault="0045696A" w:rsidP="0045696A">
            <w:pPr>
              <w:autoSpaceDE w:val="0"/>
              <w:autoSpaceDN w:val="0"/>
              <w:adjustRightInd w:val="0"/>
              <w:spacing w:after="0" w:line="240" w:lineRule="auto"/>
              <w:ind w:left="-42"/>
              <w:rPr>
                <w:rFonts w:ascii="Corbel" w:hAnsi="Corbel" w:cs="Corbel"/>
                <w:color w:val="000000"/>
                <w:lang w:eastAsia="pl-PL"/>
              </w:rPr>
            </w:pPr>
            <w:r w:rsidRPr="00B23F8C">
              <w:rPr>
                <w:rFonts w:ascii="Corbel" w:hAnsi="Corbel" w:cs="Corbel"/>
                <w:color w:val="000000"/>
                <w:lang w:eastAsia="pl-PL"/>
              </w:rPr>
              <w:t xml:space="preserve">Zna i rozumie terminologię właściwą dla języka prawnego i prawniczego oraz zna i rozumie podstawowe pojęcia jakimi posługują się procedura cywilna </w:t>
            </w:r>
          </w:p>
        </w:tc>
        <w:tc>
          <w:tcPr>
            <w:tcW w:w="1851" w:type="dxa"/>
          </w:tcPr>
          <w:p w14:paraId="00AABB16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K_W06</w:t>
            </w:r>
          </w:p>
        </w:tc>
      </w:tr>
      <w:tr w:rsidR="001F797D" w:rsidRPr="00814DBB" w14:paraId="66898AFB" w14:textId="77777777" w:rsidTr="0045696A">
        <w:tc>
          <w:tcPr>
            <w:tcW w:w="1447" w:type="dxa"/>
          </w:tcPr>
          <w:p w14:paraId="65911286" w14:textId="49A9F9DE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EK_07</w:t>
            </w:r>
          </w:p>
        </w:tc>
        <w:tc>
          <w:tcPr>
            <w:tcW w:w="6108" w:type="dxa"/>
          </w:tcPr>
          <w:p w14:paraId="3DA6EF47" w14:textId="57219EE9" w:rsidR="001F797D" w:rsidRPr="00B23F8C" w:rsidRDefault="0045696A" w:rsidP="0045696A">
            <w:pPr>
              <w:autoSpaceDE w:val="0"/>
              <w:autoSpaceDN w:val="0"/>
              <w:adjustRightInd w:val="0"/>
              <w:spacing w:after="0" w:line="240" w:lineRule="auto"/>
              <w:ind w:left="-42"/>
              <w:rPr>
                <w:rFonts w:ascii="Corbel" w:hAnsi="Corbel" w:cs="Corbel"/>
                <w:color w:val="000000"/>
                <w:lang w:eastAsia="pl-PL"/>
              </w:rPr>
            </w:pPr>
            <w:r w:rsidRPr="00B23F8C">
              <w:rPr>
                <w:rFonts w:ascii="Corbel" w:hAnsi="Corbel" w:cs="Corbel"/>
                <w:color w:val="000000"/>
                <w:lang w:eastAsia="pl-PL"/>
              </w:rPr>
              <w:t>Ma rozszerzoną wiedzę na temat struktur i instytucji procesu cywilnego</w:t>
            </w:r>
          </w:p>
        </w:tc>
        <w:tc>
          <w:tcPr>
            <w:tcW w:w="1851" w:type="dxa"/>
          </w:tcPr>
          <w:p w14:paraId="48364F35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K_W07</w:t>
            </w:r>
          </w:p>
        </w:tc>
      </w:tr>
      <w:tr w:rsidR="001F797D" w:rsidRPr="00814DBB" w14:paraId="34444522" w14:textId="77777777" w:rsidTr="0045696A">
        <w:tc>
          <w:tcPr>
            <w:tcW w:w="1447" w:type="dxa"/>
          </w:tcPr>
          <w:p w14:paraId="45A59A26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EK_08</w:t>
            </w:r>
          </w:p>
        </w:tc>
        <w:tc>
          <w:tcPr>
            <w:tcW w:w="6108" w:type="dxa"/>
          </w:tcPr>
          <w:p w14:paraId="066D54F3" w14:textId="1F6CF6D6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Ma pogłębioną wiedzę na temat zasad i norm etycznych oraz etyki zawodowej </w:t>
            </w:r>
          </w:p>
        </w:tc>
        <w:tc>
          <w:tcPr>
            <w:tcW w:w="1851" w:type="dxa"/>
          </w:tcPr>
          <w:p w14:paraId="2B609BC3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K_W09</w:t>
            </w:r>
          </w:p>
        </w:tc>
      </w:tr>
      <w:tr w:rsidR="001F797D" w:rsidRPr="00814DBB" w14:paraId="4A7897BD" w14:textId="77777777" w:rsidTr="0045696A">
        <w:tc>
          <w:tcPr>
            <w:tcW w:w="1447" w:type="dxa"/>
          </w:tcPr>
          <w:p w14:paraId="3A1CF328" w14:textId="5932EC92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EK_09</w:t>
            </w:r>
          </w:p>
        </w:tc>
        <w:tc>
          <w:tcPr>
            <w:tcW w:w="6108" w:type="dxa"/>
          </w:tcPr>
          <w:p w14:paraId="09A9B6C0" w14:textId="04F0A816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Ma pogłębioną wiedzę o historycznej ewolucji i o poglądach na temat instytucji prawa procesowego cywilnego  oraz na temat procesów i przyczyn zmian zachodzących w zakresie procedury cywilnej </w:t>
            </w:r>
          </w:p>
        </w:tc>
        <w:tc>
          <w:tcPr>
            <w:tcW w:w="1851" w:type="dxa"/>
          </w:tcPr>
          <w:p w14:paraId="4ED4882A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K_W10</w:t>
            </w:r>
          </w:p>
        </w:tc>
      </w:tr>
      <w:tr w:rsidR="001F797D" w:rsidRPr="00814DBB" w14:paraId="3F4C0DDD" w14:textId="77777777" w:rsidTr="0045696A">
        <w:tc>
          <w:tcPr>
            <w:tcW w:w="1447" w:type="dxa"/>
          </w:tcPr>
          <w:p w14:paraId="0F61F765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EK_10</w:t>
            </w:r>
          </w:p>
        </w:tc>
        <w:tc>
          <w:tcPr>
            <w:tcW w:w="6108" w:type="dxa"/>
          </w:tcPr>
          <w:p w14:paraId="44B301E2" w14:textId="2DBE9F43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Zna i rozumie metody badawcze i narzędzia opisu, w tym techniki pozyskiwania danych właściwe dla nauk prawnych oraz posiada wiedzę na temat fundamentalnych dylematów współczesnej cywilizacji </w:t>
            </w:r>
          </w:p>
        </w:tc>
        <w:tc>
          <w:tcPr>
            <w:tcW w:w="1851" w:type="dxa"/>
          </w:tcPr>
          <w:p w14:paraId="225C0582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K_W12</w:t>
            </w:r>
          </w:p>
        </w:tc>
      </w:tr>
      <w:tr w:rsidR="001F797D" w:rsidRPr="00814DBB" w14:paraId="3A5743F7" w14:textId="77777777" w:rsidTr="0045696A">
        <w:tc>
          <w:tcPr>
            <w:tcW w:w="1447" w:type="dxa"/>
          </w:tcPr>
          <w:p w14:paraId="63BCB59E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EK_11</w:t>
            </w:r>
          </w:p>
        </w:tc>
        <w:tc>
          <w:tcPr>
            <w:tcW w:w="6108" w:type="dxa"/>
          </w:tcPr>
          <w:p w14:paraId="13211071" w14:textId="024F0D51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Potrafi prawidłowo interpretować i wyjaśniać znaczenie norm i stosunków prawnych </w:t>
            </w:r>
          </w:p>
        </w:tc>
        <w:tc>
          <w:tcPr>
            <w:tcW w:w="1851" w:type="dxa"/>
          </w:tcPr>
          <w:p w14:paraId="76807D63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K_U01</w:t>
            </w:r>
          </w:p>
        </w:tc>
      </w:tr>
      <w:tr w:rsidR="001F797D" w:rsidRPr="00814DBB" w14:paraId="6CF09531" w14:textId="77777777" w:rsidTr="0045696A">
        <w:tc>
          <w:tcPr>
            <w:tcW w:w="1447" w:type="dxa"/>
          </w:tcPr>
          <w:p w14:paraId="40D71E17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lastRenderedPageBreak/>
              <w:t>EK_12</w:t>
            </w:r>
          </w:p>
        </w:tc>
        <w:tc>
          <w:tcPr>
            <w:tcW w:w="6108" w:type="dxa"/>
          </w:tcPr>
          <w:p w14:paraId="7906864E" w14:textId="12953CED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Potrafi prawidłowo interpretować i wyjaśniać relacje pomiędzy systemem prawnym a innymi systemami normatywnymi </w:t>
            </w:r>
          </w:p>
        </w:tc>
        <w:tc>
          <w:tcPr>
            <w:tcW w:w="1851" w:type="dxa"/>
          </w:tcPr>
          <w:p w14:paraId="0A5B55A0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K_U02</w:t>
            </w:r>
          </w:p>
        </w:tc>
      </w:tr>
      <w:tr w:rsidR="001F797D" w:rsidRPr="00814DBB" w14:paraId="5134B1BF" w14:textId="77777777" w:rsidTr="0045696A">
        <w:tc>
          <w:tcPr>
            <w:tcW w:w="1447" w:type="dxa"/>
          </w:tcPr>
          <w:p w14:paraId="6498703C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EK_13</w:t>
            </w:r>
          </w:p>
        </w:tc>
        <w:tc>
          <w:tcPr>
            <w:tcW w:w="6108" w:type="dxa"/>
          </w:tcPr>
          <w:p w14:paraId="4977A631" w14:textId="5BACE335" w:rsidR="001F797D" w:rsidRPr="00B23F8C" w:rsidRDefault="001F797D" w:rsidP="0045696A">
            <w:pPr>
              <w:pStyle w:val="Default"/>
              <w:ind w:left="-42" w:hanging="57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>Potrafi analizować przyczyny i przebieg procesu stanowienia prawa procesowego cywilnego</w:t>
            </w:r>
          </w:p>
        </w:tc>
        <w:tc>
          <w:tcPr>
            <w:tcW w:w="1851" w:type="dxa"/>
          </w:tcPr>
          <w:p w14:paraId="0E2F8CAE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 xml:space="preserve"> K_U03</w:t>
            </w:r>
          </w:p>
        </w:tc>
      </w:tr>
      <w:tr w:rsidR="001F797D" w:rsidRPr="00814DBB" w14:paraId="2B072E12" w14:textId="77777777" w:rsidTr="0045696A">
        <w:tc>
          <w:tcPr>
            <w:tcW w:w="1447" w:type="dxa"/>
          </w:tcPr>
          <w:p w14:paraId="6D93D19D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EK_14</w:t>
            </w:r>
          </w:p>
        </w:tc>
        <w:tc>
          <w:tcPr>
            <w:tcW w:w="6108" w:type="dxa"/>
          </w:tcPr>
          <w:p w14:paraId="7948E1F1" w14:textId="356AC24D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>Potrafi analizować przyczyny i przebieg procesu stosowania prawa procesowego cywilnego</w:t>
            </w:r>
          </w:p>
        </w:tc>
        <w:tc>
          <w:tcPr>
            <w:tcW w:w="1851" w:type="dxa"/>
          </w:tcPr>
          <w:p w14:paraId="7C10C94B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K_U04</w:t>
            </w:r>
          </w:p>
        </w:tc>
      </w:tr>
      <w:tr w:rsidR="001F797D" w:rsidRPr="00814DBB" w14:paraId="7F04AE48" w14:textId="77777777" w:rsidTr="0045696A">
        <w:tc>
          <w:tcPr>
            <w:tcW w:w="1447" w:type="dxa"/>
          </w:tcPr>
          <w:p w14:paraId="4D7F2AB3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EK_15</w:t>
            </w:r>
          </w:p>
        </w:tc>
        <w:tc>
          <w:tcPr>
            <w:tcW w:w="6108" w:type="dxa"/>
          </w:tcPr>
          <w:p w14:paraId="6F359295" w14:textId="7596CE06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Sprawnie posługuje się normami, regułami oraz instytucjami prawnymi obowiązującymi w polskim systemie prawa cywilnego procesowego ; w zależności od dokonanego samodzielnie wyboru posiada rozszerzone umiejętności rozwiązywania konkretnych problemów prawnych w zakresie postępowania cywilnego </w:t>
            </w:r>
          </w:p>
        </w:tc>
        <w:tc>
          <w:tcPr>
            <w:tcW w:w="1851" w:type="dxa"/>
          </w:tcPr>
          <w:p w14:paraId="75454F6B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b w:val="0"/>
                <w:sz w:val="23"/>
                <w:szCs w:val="23"/>
              </w:rPr>
              <w:t>K_U05</w:t>
            </w:r>
          </w:p>
        </w:tc>
      </w:tr>
      <w:tr w:rsidR="001F797D" w:rsidRPr="00814DBB" w14:paraId="0FAA6DEC" w14:textId="77777777" w:rsidTr="0045696A">
        <w:tc>
          <w:tcPr>
            <w:tcW w:w="1447" w:type="dxa"/>
          </w:tcPr>
          <w:p w14:paraId="719F0E71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EK_16</w:t>
            </w:r>
          </w:p>
        </w:tc>
        <w:tc>
          <w:tcPr>
            <w:tcW w:w="6108" w:type="dxa"/>
          </w:tcPr>
          <w:p w14:paraId="7B4C647F" w14:textId="3ED11170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Potrafi formułować własne opinie w odniesieniu do poznanych instytucji prawa procesowego cywilnego </w:t>
            </w:r>
          </w:p>
        </w:tc>
        <w:tc>
          <w:tcPr>
            <w:tcW w:w="1851" w:type="dxa"/>
          </w:tcPr>
          <w:p w14:paraId="057C6139" w14:textId="659BD81A" w:rsidR="001F797D" w:rsidRPr="0045696A" w:rsidRDefault="001F797D" w:rsidP="0045696A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K_U06</w:t>
            </w:r>
          </w:p>
        </w:tc>
      </w:tr>
      <w:tr w:rsidR="001F797D" w:rsidRPr="00814DBB" w14:paraId="2AE44114" w14:textId="77777777" w:rsidTr="0045696A">
        <w:tc>
          <w:tcPr>
            <w:tcW w:w="1447" w:type="dxa"/>
          </w:tcPr>
          <w:p w14:paraId="1847C2A4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EK_17</w:t>
            </w:r>
          </w:p>
        </w:tc>
        <w:tc>
          <w:tcPr>
            <w:tcW w:w="6108" w:type="dxa"/>
          </w:tcPr>
          <w:p w14:paraId="48B7E7A1" w14:textId="50D60D82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>Potrafi sprawnie posługiwać się tekstami aktów normatywnych z zakresu postępowania cywilnego i interpretować je z wykorzystaniem języka prawniczego</w:t>
            </w:r>
          </w:p>
        </w:tc>
        <w:tc>
          <w:tcPr>
            <w:tcW w:w="1851" w:type="dxa"/>
          </w:tcPr>
          <w:p w14:paraId="523DE0C2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K_U08</w:t>
            </w:r>
          </w:p>
        </w:tc>
      </w:tr>
      <w:tr w:rsidR="001F797D" w:rsidRPr="00814DBB" w14:paraId="3EEAA3C5" w14:textId="77777777" w:rsidTr="0045696A">
        <w:tc>
          <w:tcPr>
            <w:tcW w:w="1447" w:type="dxa"/>
          </w:tcPr>
          <w:p w14:paraId="11A16480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EK_18</w:t>
            </w:r>
          </w:p>
        </w:tc>
        <w:tc>
          <w:tcPr>
            <w:tcW w:w="6108" w:type="dxa"/>
          </w:tcPr>
          <w:p w14:paraId="4C4E02C4" w14:textId="1285A8F2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Wykorzystując posiadaną wiedzę teoretyczną i umiejętność samodzielnego proponowania rozwiązań posiada umiejętność sporządzania podstawowych dokumentów oraz pism procesowych  z zakresu postępowania cywilnego </w:t>
            </w:r>
          </w:p>
        </w:tc>
        <w:tc>
          <w:tcPr>
            <w:tcW w:w="1851" w:type="dxa"/>
          </w:tcPr>
          <w:p w14:paraId="67CD02A0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K_U09</w:t>
            </w:r>
          </w:p>
        </w:tc>
      </w:tr>
      <w:tr w:rsidR="001F797D" w:rsidRPr="00814DBB" w14:paraId="5DE5B451" w14:textId="77777777" w:rsidTr="0045696A">
        <w:tc>
          <w:tcPr>
            <w:tcW w:w="1447" w:type="dxa"/>
          </w:tcPr>
          <w:p w14:paraId="4A9988C5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EK_19</w:t>
            </w:r>
          </w:p>
        </w:tc>
        <w:tc>
          <w:tcPr>
            <w:tcW w:w="6108" w:type="dxa"/>
          </w:tcPr>
          <w:p w14:paraId="25FF246E" w14:textId="4389A4D7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>Potrafi dokonać subsumcji określonego stanu faktycznego do normy lub norm prawnych z zakresu postępowania cywilneg</w:t>
            </w:r>
          </w:p>
        </w:tc>
        <w:tc>
          <w:tcPr>
            <w:tcW w:w="1851" w:type="dxa"/>
          </w:tcPr>
          <w:p w14:paraId="482566CD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K_U10</w:t>
            </w:r>
          </w:p>
        </w:tc>
      </w:tr>
      <w:tr w:rsidR="001F797D" w:rsidRPr="00814DBB" w14:paraId="35B3E716" w14:textId="77777777" w:rsidTr="0045696A">
        <w:tc>
          <w:tcPr>
            <w:tcW w:w="1447" w:type="dxa"/>
          </w:tcPr>
          <w:p w14:paraId="50436C34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EK_20</w:t>
            </w:r>
          </w:p>
        </w:tc>
        <w:tc>
          <w:tcPr>
            <w:tcW w:w="6108" w:type="dxa"/>
          </w:tcPr>
          <w:p w14:paraId="636F834D" w14:textId="509AC8CF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Posiada pogłębioną umiejętność przygotowania prac pisemnych dotyczących określonych zagadnień i problemów prawnych z zakresu postępowania cywilnego - za pomocą odpowiednio dobranych metod, narzędzi oraz zaawansowanych technik informacyjno-komunikacyjnych </w:t>
            </w:r>
          </w:p>
        </w:tc>
        <w:tc>
          <w:tcPr>
            <w:tcW w:w="1851" w:type="dxa"/>
          </w:tcPr>
          <w:p w14:paraId="480CFF88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K_U12</w:t>
            </w:r>
          </w:p>
        </w:tc>
      </w:tr>
      <w:tr w:rsidR="001F797D" w:rsidRPr="00814DBB" w14:paraId="190BD04B" w14:textId="77777777" w:rsidTr="0045696A">
        <w:tc>
          <w:tcPr>
            <w:tcW w:w="1447" w:type="dxa"/>
          </w:tcPr>
          <w:p w14:paraId="51B5194C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EK_21</w:t>
            </w:r>
          </w:p>
        </w:tc>
        <w:tc>
          <w:tcPr>
            <w:tcW w:w="6108" w:type="dxa"/>
          </w:tcPr>
          <w:p w14:paraId="0F6BC2C3" w14:textId="7CFB528C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Posiada pogłębioną umiejętność przygotowania wystąpień ustnych dotyczących określonych zagadnień i problemów prawnych z zakresu postępowania cywilnego -  za pomocą odpowiednio dobranych metod, narzędzi oraz zaawansowanych technik informacyjno-komunikacyjnych </w:t>
            </w:r>
          </w:p>
        </w:tc>
        <w:tc>
          <w:tcPr>
            <w:tcW w:w="1851" w:type="dxa"/>
          </w:tcPr>
          <w:p w14:paraId="341B5EAD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K_U13</w:t>
            </w:r>
          </w:p>
        </w:tc>
      </w:tr>
      <w:tr w:rsidR="001F797D" w:rsidRPr="00814DBB" w14:paraId="0BFF1A30" w14:textId="77777777" w:rsidTr="0045696A">
        <w:tc>
          <w:tcPr>
            <w:tcW w:w="1447" w:type="dxa"/>
          </w:tcPr>
          <w:p w14:paraId="75427E9F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EK_22</w:t>
            </w:r>
          </w:p>
        </w:tc>
        <w:tc>
          <w:tcPr>
            <w:tcW w:w="6108" w:type="dxa"/>
          </w:tcPr>
          <w:p w14:paraId="17679E58" w14:textId="0871489D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>Potrafi określić obszary życia społecznego które podlegają lub mogą podlegać w przyszłości regulacjom prawnym z zakresu postępowania cywilnego</w:t>
            </w:r>
          </w:p>
        </w:tc>
        <w:tc>
          <w:tcPr>
            <w:tcW w:w="1851" w:type="dxa"/>
          </w:tcPr>
          <w:p w14:paraId="7D324146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K_U15</w:t>
            </w:r>
          </w:p>
        </w:tc>
      </w:tr>
      <w:tr w:rsidR="001F797D" w:rsidRPr="00814DBB" w14:paraId="606DDAE9" w14:textId="77777777" w:rsidTr="0045696A">
        <w:tc>
          <w:tcPr>
            <w:tcW w:w="1447" w:type="dxa"/>
          </w:tcPr>
          <w:p w14:paraId="549C4B60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EK_23</w:t>
            </w:r>
          </w:p>
        </w:tc>
        <w:tc>
          <w:tcPr>
            <w:tcW w:w="6108" w:type="dxa"/>
          </w:tcPr>
          <w:p w14:paraId="44F9D970" w14:textId="55D93273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Potrafi samodzielnie planować i realizować własne uczenie się przez całe życie </w:t>
            </w:r>
          </w:p>
        </w:tc>
        <w:tc>
          <w:tcPr>
            <w:tcW w:w="1851" w:type="dxa"/>
          </w:tcPr>
          <w:p w14:paraId="40177EF2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K_U17</w:t>
            </w:r>
          </w:p>
        </w:tc>
      </w:tr>
      <w:tr w:rsidR="001F797D" w:rsidRPr="00814DBB" w14:paraId="33AB1D9D" w14:textId="77777777" w:rsidTr="0045696A">
        <w:tc>
          <w:tcPr>
            <w:tcW w:w="1447" w:type="dxa"/>
          </w:tcPr>
          <w:p w14:paraId="7174040B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EK_24</w:t>
            </w:r>
          </w:p>
        </w:tc>
        <w:tc>
          <w:tcPr>
            <w:tcW w:w="6108" w:type="dxa"/>
          </w:tcPr>
          <w:p w14:paraId="51277E84" w14:textId="17AFFF13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51" w:type="dxa"/>
          </w:tcPr>
          <w:p w14:paraId="732D8097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K_K01</w:t>
            </w:r>
          </w:p>
        </w:tc>
      </w:tr>
      <w:tr w:rsidR="001F797D" w:rsidRPr="00814DBB" w14:paraId="2A836591" w14:textId="77777777" w:rsidTr="0045696A">
        <w:tc>
          <w:tcPr>
            <w:tcW w:w="1447" w:type="dxa"/>
          </w:tcPr>
          <w:p w14:paraId="469BD425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EK_25</w:t>
            </w:r>
          </w:p>
        </w:tc>
        <w:tc>
          <w:tcPr>
            <w:tcW w:w="6108" w:type="dxa"/>
          </w:tcPr>
          <w:p w14:paraId="54459975" w14:textId="13B4BC7F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Ma świadomość społecznego znaczenia zawodu prawnika </w:t>
            </w:r>
          </w:p>
        </w:tc>
        <w:tc>
          <w:tcPr>
            <w:tcW w:w="1851" w:type="dxa"/>
          </w:tcPr>
          <w:p w14:paraId="0D1CF22D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K_K04</w:t>
            </w:r>
          </w:p>
        </w:tc>
      </w:tr>
      <w:tr w:rsidR="001F797D" w:rsidRPr="00814DBB" w14:paraId="70BEE52E" w14:textId="77777777" w:rsidTr="0045696A">
        <w:tc>
          <w:tcPr>
            <w:tcW w:w="1447" w:type="dxa"/>
          </w:tcPr>
          <w:p w14:paraId="0DDC2E84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EK_26</w:t>
            </w:r>
          </w:p>
        </w:tc>
        <w:tc>
          <w:tcPr>
            <w:tcW w:w="6108" w:type="dxa"/>
          </w:tcPr>
          <w:p w14:paraId="0A249916" w14:textId="6E216F38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>Rozumie konieczność stosowania etycznych zasad w życiu zawodowym prawnika</w:t>
            </w:r>
          </w:p>
        </w:tc>
        <w:tc>
          <w:tcPr>
            <w:tcW w:w="1851" w:type="dxa"/>
          </w:tcPr>
          <w:p w14:paraId="391188EE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K_K05</w:t>
            </w:r>
          </w:p>
        </w:tc>
      </w:tr>
      <w:tr w:rsidR="001F797D" w:rsidRPr="00814DBB" w14:paraId="4254C062" w14:textId="77777777" w:rsidTr="0045696A">
        <w:tc>
          <w:tcPr>
            <w:tcW w:w="1447" w:type="dxa"/>
          </w:tcPr>
          <w:p w14:paraId="666B03EE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EK_27</w:t>
            </w:r>
          </w:p>
        </w:tc>
        <w:tc>
          <w:tcPr>
            <w:tcW w:w="6108" w:type="dxa"/>
          </w:tcPr>
          <w:p w14:paraId="58AC1DB6" w14:textId="62764427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Rozumie i ma świadomość potrzeby podejmowania działań na rzecz zwiększania poziomu społecznej świadomości prawnej </w:t>
            </w:r>
          </w:p>
        </w:tc>
        <w:tc>
          <w:tcPr>
            <w:tcW w:w="1851" w:type="dxa"/>
          </w:tcPr>
          <w:p w14:paraId="5DFCB265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K_K06</w:t>
            </w:r>
          </w:p>
        </w:tc>
      </w:tr>
      <w:tr w:rsidR="001F797D" w:rsidRPr="00814DBB" w14:paraId="3A490B81" w14:textId="77777777" w:rsidTr="0045696A">
        <w:tc>
          <w:tcPr>
            <w:tcW w:w="1447" w:type="dxa"/>
          </w:tcPr>
          <w:p w14:paraId="48653476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EK_28</w:t>
            </w:r>
          </w:p>
        </w:tc>
        <w:tc>
          <w:tcPr>
            <w:tcW w:w="6108" w:type="dxa"/>
          </w:tcPr>
          <w:p w14:paraId="57DED236" w14:textId="16FC2724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14:paraId="1A333A1C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K_K07</w:t>
            </w:r>
          </w:p>
        </w:tc>
      </w:tr>
      <w:tr w:rsidR="001F797D" w:rsidRPr="00814DBB" w14:paraId="537663E4" w14:textId="77777777" w:rsidTr="0045696A">
        <w:tc>
          <w:tcPr>
            <w:tcW w:w="1447" w:type="dxa"/>
          </w:tcPr>
          <w:p w14:paraId="1F4B2AB5" w14:textId="77777777" w:rsidR="001F797D" w:rsidRPr="00814DBB" w:rsidRDefault="001F797D" w:rsidP="000F6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EK_29</w:t>
            </w:r>
          </w:p>
        </w:tc>
        <w:tc>
          <w:tcPr>
            <w:tcW w:w="6108" w:type="dxa"/>
          </w:tcPr>
          <w:p w14:paraId="4AE4C793" w14:textId="57B6B2F4" w:rsidR="001F797D" w:rsidRPr="00B23F8C" w:rsidRDefault="001F797D" w:rsidP="0045696A">
            <w:pPr>
              <w:pStyle w:val="Default"/>
              <w:ind w:left="-42"/>
              <w:rPr>
                <w:rFonts w:ascii="Corbel" w:hAnsi="Corbel"/>
                <w:sz w:val="22"/>
                <w:szCs w:val="22"/>
              </w:rPr>
            </w:pPr>
            <w:r w:rsidRPr="00B23F8C">
              <w:rPr>
                <w:rFonts w:ascii="Corbel" w:hAnsi="Corbel"/>
                <w:sz w:val="22"/>
                <w:szCs w:val="22"/>
              </w:rPr>
              <w:t xml:space="preserve">Szanuje różne poglądy i postawy </w:t>
            </w:r>
          </w:p>
        </w:tc>
        <w:tc>
          <w:tcPr>
            <w:tcW w:w="1851" w:type="dxa"/>
          </w:tcPr>
          <w:p w14:paraId="45C93801" w14:textId="77777777" w:rsidR="001F797D" w:rsidRPr="00814DBB" w:rsidRDefault="001F797D" w:rsidP="000F663B">
            <w:pPr>
              <w:spacing w:after="0" w:line="240" w:lineRule="auto"/>
              <w:jc w:val="both"/>
              <w:rPr>
                <w:rFonts w:ascii="Corbel" w:eastAsia="Cambria" w:hAnsi="Corbel"/>
                <w:sz w:val="23"/>
                <w:szCs w:val="23"/>
              </w:rPr>
            </w:pPr>
            <w:r w:rsidRPr="00814DBB">
              <w:rPr>
                <w:rFonts w:ascii="Corbel" w:eastAsia="Cambria" w:hAnsi="Corbel"/>
                <w:sz w:val="23"/>
                <w:szCs w:val="23"/>
              </w:rPr>
              <w:t>K_K10</w:t>
            </w:r>
          </w:p>
        </w:tc>
      </w:tr>
    </w:tbl>
    <w:p w14:paraId="6EC3B742" w14:textId="77777777" w:rsidR="0085747A" w:rsidRPr="00B169DF" w:rsidRDefault="0085747A" w:rsidP="004569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12753F" w14:textId="77777777" w:rsidR="00B23F8C" w:rsidRDefault="00B23F8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55A434E" w14:textId="6E828418" w:rsidR="0085747A" w:rsidRDefault="00675843" w:rsidP="0045696A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45696A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172F810D" w14:textId="77777777" w:rsidR="0045696A" w:rsidRPr="00B169DF" w:rsidRDefault="0045696A" w:rsidP="0045696A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52D4E991" w14:textId="77777777" w:rsidR="0085747A" w:rsidRPr="00B169DF" w:rsidRDefault="0085747A" w:rsidP="0045696A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D113E89" w14:textId="77777777" w:rsidR="00675843" w:rsidRPr="00B169DF" w:rsidRDefault="00675843" w:rsidP="0045696A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</w:tblGrid>
      <w:tr w:rsidR="001F797D" w:rsidRPr="009C54AE" w14:paraId="6028E240" w14:textId="77777777" w:rsidTr="000F663B">
        <w:tc>
          <w:tcPr>
            <w:tcW w:w="9406" w:type="dxa"/>
          </w:tcPr>
          <w:p w14:paraId="4D26AF88" w14:textId="77777777" w:rsidR="001F797D" w:rsidRPr="00996BB4" w:rsidRDefault="001F797D" w:rsidP="000F66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F797D" w:rsidRPr="009C54AE" w14:paraId="15947026" w14:textId="77777777" w:rsidTr="000F663B">
        <w:tc>
          <w:tcPr>
            <w:tcW w:w="9406" w:type="dxa"/>
          </w:tcPr>
          <w:p w14:paraId="1B7C9608" w14:textId="77777777" w:rsidR="001F797D" w:rsidRPr="0045696A" w:rsidRDefault="001F797D" w:rsidP="00456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45696A">
              <w:rPr>
                <w:rFonts w:ascii="Corbel" w:hAnsi="Corbel"/>
                <w:sz w:val="24"/>
                <w:szCs w:val="24"/>
              </w:rPr>
              <w:t xml:space="preserve"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 zakresu ubezpieczeń społecznych, sprawy małżeńskie, sprawy rodzinne. </w:t>
            </w:r>
          </w:p>
        </w:tc>
      </w:tr>
      <w:tr w:rsidR="001F797D" w:rsidRPr="009C54AE" w14:paraId="45C0A8A7" w14:textId="77777777" w:rsidTr="000F663B">
        <w:tc>
          <w:tcPr>
            <w:tcW w:w="9406" w:type="dxa"/>
          </w:tcPr>
          <w:p w14:paraId="7A9F20F7" w14:textId="77777777" w:rsidR="001F797D" w:rsidRPr="0045696A" w:rsidRDefault="001F797D" w:rsidP="00456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45696A">
              <w:rPr>
                <w:rFonts w:ascii="Corbel" w:hAnsi="Corbel"/>
                <w:sz w:val="24"/>
                <w:szCs w:val="24"/>
              </w:rPr>
              <w:t>: Sąd – jurysdykcja krajowa, właściwość sądów w sprawach cywilnych, skład organów sądowych, wyłączenie osób wchodzących w skład organów sądowych. Prokurator, organizacje pozarządowe.</w:t>
            </w:r>
          </w:p>
        </w:tc>
      </w:tr>
      <w:tr w:rsidR="001F797D" w:rsidRPr="009C54AE" w14:paraId="1A1CEE8C" w14:textId="77777777" w:rsidTr="000F663B">
        <w:tc>
          <w:tcPr>
            <w:tcW w:w="9406" w:type="dxa"/>
          </w:tcPr>
          <w:p w14:paraId="3154B7D3" w14:textId="7F28B458" w:rsidR="001F797D" w:rsidRPr="0045696A" w:rsidRDefault="001F797D" w:rsidP="0045696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45696A">
              <w:rPr>
                <w:rFonts w:ascii="Corbel" w:hAnsi="Corbel"/>
                <w:sz w:val="24"/>
                <w:szCs w:val="24"/>
              </w:rPr>
              <w:t>: Strony i uczestnicy postępowania. Strony w procesie (zdolność sądowa, procesowa, postulacyjna, legitymacja procesowa), współuczestnictwo w sporze, interwencja główna. Udział osób trzecich – interwencja uboczna i</w:t>
            </w:r>
            <w:r w:rsidRPr="0045696A">
              <w:rPr>
                <w:rFonts w:ascii="Corbel" w:hAnsi="Corbel"/>
                <w:sz w:val="24"/>
                <w:szCs w:val="24"/>
              </w:rPr>
              <w:cr/>
              <w:t>przypozwanie.</w:t>
            </w:r>
          </w:p>
        </w:tc>
      </w:tr>
      <w:tr w:rsidR="001F797D" w:rsidRPr="009C54AE" w14:paraId="692E7404" w14:textId="77777777" w:rsidTr="000F663B">
        <w:tc>
          <w:tcPr>
            <w:tcW w:w="9406" w:type="dxa"/>
          </w:tcPr>
          <w:p w14:paraId="62F842FB" w14:textId="77777777" w:rsidR="001F797D" w:rsidRPr="0045696A" w:rsidRDefault="001F797D" w:rsidP="0045696A">
            <w:pPr>
              <w:shd w:val="clear" w:color="auto" w:fill="FFFFFF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45696A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45696A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45696A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1F797D" w:rsidRPr="009C54AE" w14:paraId="61374436" w14:textId="77777777" w:rsidTr="000F663B">
        <w:tc>
          <w:tcPr>
            <w:tcW w:w="9406" w:type="dxa"/>
          </w:tcPr>
          <w:p w14:paraId="3625BFAE" w14:textId="77777777" w:rsidR="001F797D" w:rsidRPr="0045696A" w:rsidRDefault="001F797D" w:rsidP="0045696A">
            <w:pPr>
              <w:shd w:val="clear" w:color="auto" w:fill="FFFFFF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45696A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1F797D" w:rsidRPr="009C54AE" w14:paraId="6B99A55B" w14:textId="77777777" w:rsidTr="000F663B">
        <w:tc>
          <w:tcPr>
            <w:tcW w:w="9406" w:type="dxa"/>
          </w:tcPr>
          <w:p w14:paraId="2040A8D5" w14:textId="77777777" w:rsidR="001F797D" w:rsidRPr="0045696A" w:rsidRDefault="001F797D" w:rsidP="0045696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45696A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Rozprawa. Zawieszenie i umorzenie postępowania.</w:t>
            </w:r>
          </w:p>
        </w:tc>
      </w:tr>
      <w:tr w:rsidR="001F797D" w:rsidRPr="009C54AE" w14:paraId="688CF828" w14:textId="77777777" w:rsidTr="000F663B">
        <w:tc>
          <w:tcPr>
            <w:tcW w:w="9406" w:type="dxa"/>
          </w:tcPr>
          <w:p w14:paraId="006973D2" w14:textId="77777777" w:rsidR="001F797D" w:rsidRPr="0045696A" w:rsidRDefault="001F797D" w:rsidP="0045696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45696A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1F797D" w:rsidRPr="009C54AE" w14:paraId="73C3B347" w14:textId="77777777" w:rsidTr="000F663B">
        <w:tc>
          <w:tcPr>
            <w:tcW w:w="9406" w:type="dxa"/>
          </w:tcPr>
          <w:p w14:paraId="03191192" w14:textId="5CC62A2E" w:rsidR="001F797D" w:rsidRPr="0045696A" w:rsidRDefault="001F797D" w:rsidP="0045696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45696A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 w:rsidR="004569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696A">
              <w:rPr>
                <w:rFonts w:ascii="Corbel" w:hAnsi="Corbel"/>
                <w:sz w:val="24"/>
                <w:szCs w:val="24"/>
              </w:rPr>
              <w:t>skuteczność orzeczeń).</w:t>
            </w:r>
          </w:p>
        </w:tc>
      </w:tr>
      <w:tr w:rsidR="001F797D" w:rsidRPr="009C54AE" w14:paraId="5D9F715D" w14:textId="77777777" w:rsidTr="000F663B">
        <w:tc>
          <w:tcPr>
            <w:tcW w:w="9406" w:type="dxa"/>
          </w:tcPr>
          <w:p w14:paraId="35C18F33" w14:textId="77777777" w:rsidR="001F797D" w:rsidRPr="0045696A" w:rsidRDefault="001F797D" w:rsidP="0045696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45696A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1F797D" w:rsidRPr="009C54AE" w14:paraId="79D8F5AD" w14:textId="77777777" w:rsidTr="000F663B">
        <w:tc>
          <w:tcPr>
            <w:tcW w:w="9406" w:type="dxa"/>
          </w:tcPr>
          <w:p w14:paraId="48CCF4D2" w14:textId="77777777" w:rsidR="001F797D" w:rsidRPr="0045696A" w:rsidRDefault="001F797D" w:rsidP="0045696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45696A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1F797D" w:rsidRPr="009C54AE" w14:paraId="60DCAE70" w14:textId="77777777" w:rsidTr="0045696A">
        <w:trPr>
          <w:trHeight w:val="897"/>
        </w:trPr>
        <w:tc>
          <w:tcPr>
            <w:tcW w:w="9406" w:type="dxa"/>
          </w:tcPr>
          <w:p w14:paraId="1355E270" w14:textId="77777777" w:rsidR="001F797D" w:rsidRPr="0045696A" w:rsidRDefault="001F797D" w:rsidP="0045696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5696A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45696A">
              <w:rPr>
                <w:rFonts w:ascii="Corbel" w:hAnsi="Corbel"/>
                <w:sz w:val="24"/>
                <w:szCs w:val="24"/>
              </w:rPr>
              <w:t>: Postępowanie w sprawach małżeńskich, w sprawach prawa pracy i ubezpieczeń społecznych, naruszenie posiadania. Postępowanie nakazowe, upominawcze, uproszczone, gospodarcze.</w:t>
            </w:r>
          </w:p>
        </w:tc>
      </w:tr>
    </w:tbl>
    <w:p w14:paraId="6BE32DD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757F494A" w14:textId="72BA8DA3" w:rsidR="0045696A" w:rsidRPr="00B169DF" w:rsidRDefault="0045696A" w:rsidP="0045696A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 xml:space="preserve">ćwiczeń audytoryjnych, </w:t>
      </w:r>
      <w:r w:rsidRPr="00B169DF">
        <w:rPr>
          <w:rFonts w:ascii="Corbel" w:hAnsi="Corbel"/>
          <w:sz w:val="24"/>
          <w:szCs w:val="24"/>
        </w:rPr>
        <w:t>konwersator</w:t>
      </w:r>
      <w:r>
        <w:rPr>
          <w:rFonts w:ascii="Corbel" w:hAnsi="Corbel"/>
          <w:sz w:val="24"/>
          <w:szCs w:val="24"/>
        </w:rPr>
        <w:t>yjnych, laboratoryjnych, zajęć praktycznych</w:t>
      </w:r>
      <w:r w:rsidR="00B23F8C">
        <w:rPr>
          <w:rFonts w:ascii="Corbel" w:hAnsi="Corbel"/>
          <w:sz w:val="24"/>
          <w:szCs w:val="24"/>
        </w:rPr>
        <w:t xml:space="preserve"> – nie dotyczy</w:t>
      </w:r>
    </w:p>
    <w:p w14:paraId="10DC9AB2" w14:textId="77777777" w:rsidR="0085747A" w:rsidRPr="00B169DF" w:rsidRDefault="0085747A" w:rsidP="004569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6497987A" w:rsidR="0085747A" w:rsidRPr="00B169DF" w:rsidRDefault="009F4610" w:rsidP="004569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45696A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4569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A6608B" w14:textId="77777777" w:rsidR="001F797D" w:rsidRPr="00E71646" w:rsidRDefault="001F797D" w:rsidP="0045696A">
      <w:pPr>
        <w:spacing w:after="0" w:line="240" w:lineRule="auto"/>
        <w:ind w:left="851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Wykład: </w:t>
      </w:r>
      <w:r w:rsidRPr="000C6F12">
        <w:rPr>
          <w:rFonts w:ascii="Corbel" w:hAnsi="Corbel"/>
          <w:sz w:val="24"/>
          <w:szCs w:val="24"/>
        </w:rPr>
        <w:t>wykład problemowy, wykład z prezentacją multimedialną, metody kształcenia na odległość</w:t>
      </w:r>
      <w:r w:rsidRPr="000C6F12">
        <w:rPr>
          <w:rFonts w:ascii="Corbel" w:hAnsi="Corbel"/>
          <w:b/>
          <w:sz w:val="24"/>
          <w:szCs w:val="24"/>
        </w:rPr>
        <w:t xml:space="preserve">. </w:t>
      </w:r>
      <w:r w:rsidRPr="000C6F12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</w:t>
      </w:r>
    </w:p>
    <w:p w14:paraId="27F64604" w14:textId="77777777" w:rsidR="00E960BB" w:rsidRPr="00B169DF" w:rsidRDefault="00E960BB" w:rsidP="004569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4569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4569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78CA7E8B" w:rsidR="0085747A" w:rsidRPr="00B169DF" w:rsidRDefault="0085747A" w:rsidP="004569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45696A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4569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202"/>
        <w:gridCol w:w="2190"/>
      </w:tblGrid>
      <w:tr w:rsidR="00780353" w:rsidRPr="00814DBB" w14:paraId="274B4F93" w14:textId="77777777" w:rsidTr="008966DA">
        <w:trPr>
          <w:trHeight w:val="838"/>
        </w:trPr>
        <w:tc>
          <w:tcPr>
            <w:tcW w:w="1588" w:type="dxa"/>
            <w:vAlign w:val="center"/>
          </w:tcPr>
          <w:p w14:paraId="6A0BE021" w14:textId="0B6585CC" w:rsidR="00780353" w:rsidRPr="0045696A" w:rsidRDefault="00780353" w:rsidP="0045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Symbol efektu</w:t>
            </w:r>
          </w:p>
        </w:tc>
        <w:tc>
          <w:tcPr>
            <w:tcW w:w="5202" w:type="dxa"/>
            <w:vAlign w:val="center"/>
          </w:tcPr>
          <w:p w14:paraId="64A2411B" w14:textId="77777777" w:rsidR="00780353" w:rsidRPr="00814DBB" w:rsidRDefault="00780353" w:rsidP="0045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</w:rPr>
              <w:t>Metody oceny efektów uczenia się</w:t>
            </w:r>
          </w:p>
          <w:p w14:paraId="3FA890F6" w14:textId="77777777" w:rsidR="00780353" w:rsidRPr="00814DBB" w:rsidRDefault="00780353" w:rsidP="0045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color w:val="000000"/>
                <w:sz w:val="23"/>
                <w:szCs w:val="23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vAlign w:val="center"/>
          </w:tcPr>
          <w:p w14:paraId="40CDF347" w14:textId="77777777" w:rsidR="00780353" w:rsidRPr="00814DBB" w:rsidRDefault="00780353" w:rsidP="0045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Forma zajęć dydaktycznych</w:t>
            </w:r>
          </w:p>
          <w:p w14:paraId="37FAB054" w14:textId="07A0C2ED" w:rsidR="00780353" w:rsidRPr="00814DBB" w:rsidRDefault="00780353" w:rsidP="0045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14DBB">
              <w:rPr>
                <w:rFonts w:ascii="Corbel" w:hAnsi="Corbel"/>
                <w:b w:val="0"/>
                <w:smallCaps w:val="0"/>
                <w:sz w:val="23"/>
                <w:szCs w:val="23"/>
              </w:rPr>
              <w:t>(w, ćw, …)</w:t>
            </w:r>
          </w:p>
        </w:tc>
      </w:tr>
      <w:tr w:rsidR="008966DA" w:rsidRPr="00814DBB" w14:paraId="7CC62355" w14:textId="77777777" w:rsidTr="00B23F8C">
        <w:trPr>
          <w:trHeight w:val="340"/>
        </w:trPr>
        <w:tc>
          <w:tcPr>
            <w:tcW w:w="1588" w:type="dxa"/>
          </w:tcPr>
          <w:p w14:paraId="0F3871B4" w14:textId="7A8887F0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EK_01</w:t>
            </w:r>
          </w:p>
        </w:tc>
        <w:tc>
          <w:tcPr>
            <w:tcW w:w="5202" w:type="dxa"/>
          </w:tcPr>
          <w:p w14:paraId="036EBBD2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Egzamin pisemny </w:t>
            </w:r>
          </w:p>
        </w:tc>
        <w:tc>
          <w:tcPr>
            <w:tcW w:w="2190" w:type="dxa"/>
          </w:tcPr>
          <w:p w14:paraId="4A2807F5" w14:textId="74547A27" w:rsidR="008966DA" w:rsidRPr="008966DA" w:rsidRDefault="008966DA" w:rsidP="008966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4DA5E6B9" w14:textId="77777777" w:rsidTr="00B23F8C">
        <w:trPr>
          <w:trHeight w:val="340"/>
        </w:trPr>
        <w:tc>
          <w:tcPr>
            <w:tcW w:w="1588" w:type="dxa"/>
          </w:tcPr>
          <w:p w14:paraId="58467235" w14:textId="62D402D6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EK_02</w:t>
            </w:r>
          </w:p>
        </w:tc>
        <w:tc>
          <w:tcPr>
            <w:tcW w:w="5202" w:type="dxa"/>
          </w:tcPr>
          <w:p w14:paraId="21983EB0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68A99AD6" w14:textId="754CE892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5EAEAB3B" w14:textId="77777777" w:rsidTr="00B23F8C">
        <w:trPr>
          <w:trHeight w:val="340"/>
        </w:trPr>
        <w:tc>
          <w:tcPr>
            <w:tcW w:w="1588" w:type="dxa"/>
          </w:tcPr>
          <w:p w14:paraId="70911F05" w14:textId="7F4ECBB2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EK_03</w:t>
            </w:r>
          </w:p>
        </w:tc>
        <w:tc>
          <w:tcPr>
            <w:tcW w:w="5202" w:type="dxa"/>
          </w:tcPr>
          <w:p w14:paraId="0A5FFE87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1FB43053" w14:textId="192BCB61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2EC99D60" w14:textId="77777777" w:rsidTr="00B23F8C">
        <w:trPr>
          <w:trHeight w:val="340"/>
        </w:trPr>
        <w:tc>
          <w:tcPr>
            <w:tcW w:w="1588" w:type="dxa"/>
          </w:tcPr>
          <w:p w14:paraId="6DEBD06C" w14:textId="73EFBD64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EK_04</w:t>
            </w:r>
          </w:p>
        </w:tc>
        <w:tc>
          <w:tcPr>
            <w:tcW w:w="5202" w:type="dxa"/>
          </w:tcPr>
          <w:p w14:paraId="0AA79ED9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5B85959D" w14:textId="0DBA7BB2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12AD36FF" w14:textId="77777777" w:rsidTr="00B23F8C">
        <w:trPr>
          <w:trHeight w:val="340"/>
        </w:trPr>
        <w:tc>
          <w:tcPr>
            <w:tcW w:w="1588" w:type="dxa"/>
          </w:tcPr>
          <w:p w14:paraId="07A73097" w14:textId="2521BC9A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EK_05</w:t>
            </w:r>
          </w:p>
        </w:tc>
        <w:tc>
          <w:tcPr>
            <w:tcW w:w="5202" w:type="dxa"/>
          </w:tcPr>
          <w:p w14:paraId="33FFB3A0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739ABF63" w14:textId="0CA5698D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1B008283" w14:textId="77777777" w:rsidTr="00B23F8C">
        <w:trPr>
          <w:trHeight w:val="340"/>
        </w:trPr>
        <w:tc>
          <w:tcPr>
            <w:tcW w:w="1588" w:type="dxa"/>
          </w:tcPr>
          <w:p w14:paraId="1A239C32" w14:textId="1A030701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EK_06</w:t>
            </w:r>
          </w:p>
        </w:tc>
        <w:tc>
          <w:tcPr>
            <w:tcW w:w="5202" w:type="dxa"/>
          </w:tcPr>
          <w:p w14:paraId="632BEF8C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2791AF58" w14:textId="60AFA9CA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3DCA11EB" w14:textId="77777777" w:rsidTr="00B23F8C">
        <w:trPr>
          <w:trHeight w:val="340"/>
        </w:trPr>
        <w:tc>
          <w:tcPr>
            <w:tcW w:w="1588" w:type="dxa"/>
          </w:tcPr>
          <w:p w14:paraId="7D9B9043" w14:textId="7A7DC74C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EK_07</w:t>
            </w:r>
          </w:p>
        </w:tc>
        <w:tc>
          <w:tcPr>
            <w:tcW w:w="5202" w:type="dxa"/>
          </w:tcPr>
          <w:p w14:paraId="53FA4EC7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44AD0C9F" w14:textId="157F7D0A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2C207D76" w14:textId="77777777" w:rsidTr="00B23F8C">
        <w:trPr>
          <w:trHeight w:val="340"/>
        </w:trPr>
        <w:tc>
          <w:tcPr>
            <w:tcW w:w="1588" w:type="dxa"/>
          </w:tcPr>
          <w:p w14:paraId="0C1E3C44" w14:textId="6B2E1FCC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EK_08</w:t>
            </w:r>
          </w:p>
        </w:tc>
        <w:tc>
          <w:tcPr>
            <w:tcW w:w="5202" w:type="dxa"/>
          </w:tcPr>
          <w:p w14:paraId="7EFAB2A6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72A4821D" w14:textId="5024B936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58F94926" w14:textId="77777777" w:rsidTr="00B23F8C">
        <w:trPr>
          <w:trHeight w:val="340"/>
        </w:trPr>
        <w:tc>
          <w:tcPr>
            <w:tcW w:w="1588" w:type="dxa"/>
          </w:tcPr>
          <w:p w14:paraId="7579D322" w14:textId="42C41D13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EK_09</w:t>
            </w:r>
          </w:p>
        </w:tc>
        <w:tc>
          <w:tcPr>
            <w:tcW w:w="5202" w:type="dxa"/>
          </w:tcPr>
          <w:p w14:paraId="5DA5B330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38D831BF" w14:textId="1F00FBA2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65D8C970" w14:textId="77777777" w:rsidTr="00B23F8C">
        <w:trPr>
          <w:trHeight w:val="340"/>
        </w:trPr>
        <w:tc>
          <w:tcPr>
            <w:tcW w:w="1588" w:type="dxa"/>
          </w:tcPr>
          <w:p w14:paraId="6E780BB2" w14:textId="1B56A916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EK_10</w:t>
            </w:r>
          </w:p>
        </w:tc>
        <w:tc>
          <w:tcPr>
            <w:tcW w:w="5202" w:type="dxa"/>
          </w:tcPr>
          <w:p w14:paraId="0E65A427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6C5722A3" w14:textId="4DFCC78E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62FA816B" w14:textId="77777777" w:rsidTr="00B23F8C">
        <w:trPr>
          <w:trHeight w:val="340"/>
        </w:trPr>
        <w:tc>
          <w:tcPr>
            <w:tcW w:w="1588" w:type="dxa"/>
          </w:tcPr>
          <w:p w14:paraId="48B4C233" w14:textId="5D0A6E0D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EK_11</w:t>
            </w:r>
          </w:p>
        </w:tc>
        <w:tc>
          <w:tcPr>
            <w:tcW w:w="5202" w:type="dxa"/>
          </w:tcPr>
          <w:p w14:paraId="598B09AC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45FF01F2" w14:textId="593CD53F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54C10D1B" w14:textId="77777777" w:rsidTr="00B23F8C">
        <w:trPr>
          <w:trHeight w:val="340"/>
        </w:trPr>
        <w:tc>
          <w:tcPr>
            <w:tcW w:w="1588" w:type="dxa"/>
          </w:tcPr>
          <w:p w14:paraId="3F43E447" w14:textId="76C6023D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EK_12</w:t>
            </w:r>
          </w:p>
        </w:tc>
        <w:tc>
          <w:tcPr>
            <w:tcW w:w="5202" w:type="dxa"/>
          </w:tcPr>
          <w:p w14:paraId="2A993BAE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53934B6A" w14:textId="25CED56B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0989B3D0" w14:textId="77777777" w:rsidTr="00B23F8C">
        <w:trPr>
          <w:trHeight w:val="340"/>
        </w:trPr>
        <w:tc>
          <w:tcPr>
            <w:tcW w:w="1588" w:type="dxa"/>
          </w:tcPr>
          <w:p w14:paraId="0D20985B" w14:textId="264D9720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EK_13</w:t>
            </w:r>
          </w:p>
        </w:tc>
        <w:tc>
          <w:tcPr>
            <w:tcW w:w="5202" w:type="dxa"/>
          </w:tcPr>
          <w:p w14:paraId="3681A2D7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2650EC65" w14:textId="07BC5E20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466DC47C" w14:textId="77777777" w:rsidTr="00B23F8C">
        <w:trPr>
          <w:trHeight w:val="340"/>
        </w:trPr>
        <w:tc>
          <w:tcPr>
            <w:tcW w:w="1588" w:type="dxa"/>
          </w:tcPr>
          <w:p w14:paraId="02C3F33B" w14:textId="11B45AB1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EK_14</w:t>
            </w:r>
          </w:p>
        </w:tc>
        <w:tc>
          <w:tcPr>
            <w:tcW w:w="5202" w:type="dxa"/>
          </w:tcPr>
          <w:p w14:paraId="3256C88B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4658597C" w14:textId="515213F1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34AB2AD8" w14:textId="77777777" w:rsidTr="00B23F8C">
        <w:trPr>
          <w:trHeight w:val="340"/>
        </w:trPr>
        <w:tc>
          <w:tcPr>
            <w:tcW w:w="1588" w:type="dxa"/>
          </w:tcPr>
          <w:p w14:paraId="7C17AC19" w14:textId="005CC6E8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EK_15</w:t>
            </w:r>
          </w:p>
        </w:tc>
        <w:tc>
          <w:tcPr>
            <w:tcW w:w="5202" w:type="dxa"/>
          </w:tcPr>
          <w:p w14:paraId="3332403B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29D6E8BC" w14:textId="605AA4BD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7892EF79" w14:textId="77777777" w:rsidTr="00B23F8C">
        <w:trPr>
          <w:trHeight w:val="340"/>
        </w:trPr>
        <w:tc>
          <w:tcPr>
            <w:tcW w:w="1588" w:type="dxa"/>
          </w:tcPr>
          <w:p w14:paraId="2597834D" w14:textId="063D4A7E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EK_16</w:t>
            </w:r>
          </w:p>
        </w:tc>
        <w:tc>
          <w:tcPr>
            <w:tcW w:w="5202" w:type="dxa"/>
          </w:tcPr>
          <w:p w14:paraId="4094EADA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2C028AC8" w14:textId="05A7AB7C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1A3B0F8D" w14:textId="77777777" w:rsidTr="00B23F8C">
        <w:trPr>
          <w:trHeight w:val="340"/>
        </w:trPr>
        <w:tc>
          <w:tcPr>
            <w:tcW w:w="1588" w:type="dxa"/>
          </w:tcPr>
          <w:p w14:paraId="37F9E679" w14:textId="01EF8B21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EK_17</w:t>
            </w:r>
          </w:p>
        </w:tc>
        <w:tc>
          <w:tcPr>
            <w:tcW w:w="5202" w:type="dxa"/>
          </w:tcPr>
          <w:p w14:paraId="090B90FE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1BC61C5E" w14:textId="67ED1E8A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3CAD4BFF" w14:textId="77777777" w:rsidTr="00B23F8C">
        <w:trPr>
          <w:trHeight w:val="340"/>
        </w:trPr>
        <w:tc>
          <w:tcPr>
            <w:tcW w:w="1588" w:type="dxa"/>
          </w:tcPr>
          <w:p w14:paraId="66D0600C" w14:textId="22513F90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EK_18</w:t>
            </w:r>
          </w:p>
        </w:tc>
        <w:tc>
          <w:tcPr>
            <w:tcW w:w="5202" w:type="dxa"/>
          </w:tcPr>
          <w:p w14:paraId="6301A5AB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513D6DE2" w14:textId="002BFC8A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5E8CD419" w14:textId="77777777" w:rsidTr="00B23F8C">
        <w:trPr>
          <w:trHeight w:val="340"/>
        </w:trPr>
        <w:tc>
          <w:tcPr>
            <w:tcW w:w="1588" w:type="dxa"/>
          </w:tcPr>
          <w:p w14:paraId="5F4947C2" w14:textId="7E141AEB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EK_19</w:t>
            </w:r>
          </w:p>
        </w:tc>
        <w:tc>
          <w:tcPr>
            <w:tcW w:w="5202" w:type="dxa"/>
          </w:tcPr>
          <w:p w14:paraId="1952BA51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15C26AED" w14:textId="0A398B9C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5E2BC555" w14:textId="77777777" w:rsidTr="00B23F8C">
        <w:trPr>
          <w:trHeight w:val="340"/>
        </w:trPr>
        <w:tc>
          <w:tcPr>
            <w:tcW w:w="1588" w:type="dxa"/>
          </w:tcPr>
          <w:p w14:paraId="5BB1A04B" w14:textId="5E8EE0F0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EK_20</w:t>
            </w:r>
          </w:p>
        </w:tc>
        <w:tc>
          <w:tcPr>
            <w:tcW w:w="5202" w:type="dxa"/>
          </w:tcPr>
          <w:p w14:paraId="485F3596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07979B41" w14:textId="0786066A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22B04675" w14:textId="77777777" w:rsidTr="00B23F8C">
        <w:trPr>
          <w:trHeight w:val="340"/>
        </w:trPr>
        <w:tc>
          <w:tcPr>
            <w:tcW w:w="1588" w:type="dxa"/>
          </w:tcPr>
          <w:p w14:paraId="503E3AF9" w14:textId="17DBA2FF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EK_21</w:t>
            </w:r>
          </w:p>
        </w:tc>
        <w:tc>
          <w:tcPr>
            <w:tcW w:w="5202" w:type="dxa"/>
          </w:tcPr>
          <w:p w14:paraId="7E694E46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Egzamin pisemny</w:t>
            </w:r>
          </w:p>
        </w:tc>
        <w:tc>
          <w:tcPr>
            <w:tcW w:w="2190" w:type="dxa"/>
          </w:tcPr>
          <w:p w14:paraId="28ECE23F" w14:textId="08751F8C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59497F79" w14:textId="77777777" w:rsidTr="00B23F8C">
        <w:trPr>
          <w:trHeight w:val="340"/>
        </w:trPr>
        <w:tc>
          <w:tcPr>
            <w:tcW w:w="1588" w:type="dxa"/>
          </w:tcPr>
          <w:p w14:paraId="5F8BB97D" w14:textId="4EAE17CC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EK_22</w:t>
            </w:r>
          </w:p>
        </w:tc>
        <w:tc>
          <w:tcPr>
            <w:tcW w:w="5202" w:type="dxa"/>
          </w:tcPr>
          <w:p w14:paraId="0E57D917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5B2FF150" w14:textId="35A8A365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2C0946F3" w14:textId="77777777" w:rsidTr="00B23F8C">
        <w:trPr>
          <w:trHeight w:val="340"/>
        </w:trPr>
        <w:tc>
          <w:tcPr>
            <w:tcW w:w="1588" w:type="dxa"/>
          </w:tcPr>
          <w:p w14:paraId="73AC36FF" w14:textId="62FFC463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EK_23</w:t>
            </w:r>
          </w:p>
        </w:tc>
        <w:tc>
          <w:tcPr>
            <w:tcW w:w="5202" w:type="dxa"/>
          </w:tcPr>
          <w:p w14:paraId="30C6C003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53C0F1CE" w14:textId="585C1222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03C2D908" w14:textId="77777777" w:rsidTr="00B23F8C">
        <w:trPr>
          <w:trHeight w:val="340"/>
        </w:trPr>
        <w:tc>
          <w:tcPr>
            <w:tcW w:w="1588" w:type="dxa"/>
          </w:tcPr>
          <w:p w14:paraId="7AF3AD51" w14:textId="5CD86F10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EK_24</w:t>
            </w:r>
          </w:p>
        </w:tc>
        <w:tc>
          <w:tcPr>
            <w:tcW w:w="5202" w:type="dxa"/>
          </w:tcPr>
          <w:p w14:paraId="714D02D8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32731394" w14:textId="61EB378A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54672DF8" w14:textId="77777777" w:rsidTr="00B23F8C">
        <w:trPr>
          <w:trHeight w:val="340"/>
        </w:trPr>
        <w:tc>
          <w:tcPr>
            <w:tcW w:w="1588" w:type="dxa"/>
          </w:tcPr>
          <w:p w14:paraId="650CA739" w14:textId="37DCD4F2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EK_25</w:t>
            </w:r>
          </w:p>
        </w:tc>
        <w:tc>
          <w:tcPr>
            <w:tcW w:w="5202" w:type="dxa"/>
          </w:tcPr>
          <w:p w14:paraId="31783310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6B4BC23A" w14:textId="06C3ED51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18A26669" w14:textId="77777777" w:rsidTr="00B23F8C">
        <w:trPr>
          <w:trHeight w:val="340"/>
        </w:trPr>
        <w:tc>
          <w:tcPr>
            <w:tcW w:w="1588" w:type="dxa"/>
          </w:tcPr>
          <w:p w14:paraId="155B6986" w14:textId="58D967E7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EK_26</w:t>
            </w:r>
          </w:p>
        </w:tc>
        <w:tc>
          <w:tcPr>
            <w:tcW w:w="5202" w:type="dxa"/>
          </w:tcPr>
          <w:p w14:paraId="6EEBF8C4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6DB37528" w14:textId="6C5CBBDD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56D330AA" w14:textId="77777777" w:rsidTr="00B23F8C">
        <w:trPr>
          <w:trHeight w:val="340"/>
        </w:trPr>
        <w:tc>
          <w:tcPr>
            <w:tcW w:w="1588" w:type="dxa"/>
          </w:tcPr>
          <w:p w14:paraId="293F8CC2" w14:textId="258F69FA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EK_27</w:t>
            </w:r>
          </w:p>
        </w:tc>
        <w:tc>
          <w:tcPr>
            <w:tcW w:w="5202" w:type="dxa"/>
          </w:tcPr>
          <w:p w14:paraId="0607B450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709D1FA0" w14:textId="5FC2ADBB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5B665F10" w14:textId="77777777" w:rsidTr="00B23F8C">
        <w:trPr>
          <w:trHeight w:val="340"/>
        </w:trPr>
        <w:tc>
          <w:tcPr>
            <w:tcW w:w="1588" w:type="dxa"/>
          </w:tcPr>
          <w:p w14:paraId="7EFEC731" w14:textId="24FF1906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EK_28</w:t>
            </w:r>
          </w:p>
        </w:tc>
        <w:tc>
          <w:tcPr>
            <w:tcW w:w="5202" w:type="dxa"/>
          </w:tcPr>
          <w:p w14:paraId="0F2C900D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3B9EEFE8" w14:textId="06ECB2E4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  <w:tr w:rsidR="008966DA" w:rsidRPr="00814DBB" w14:paraId="546F6DB1" w14:textId="77777777" w:rsidTr="00B23F8C">
        <w:trPr>
          <w:trHeight w:val="340"/>
        </w:trPr>
        <w:tc>
          <w:tcPr>
            <w:tcW w:w="1588" w:type="dxa"/>
          </w:tcPr>
          <w:p w14:paraId="0159C31B" w14:textId="7E582002" w:rsidR="008966DA" w:rsidRPr="008966DA" w:rsidRDefault="008966DA" w:rsidP="0089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EK_29</w:t>
            </w:r>
          </w:p>
        </w:tc>
        <w:tc>
          <w:tcPr>
            <w:tcW w:w="5202" w:type="dxa"/>
          </w:tcPr>
          <w:p w14:paraId="6B9E9190" w14:textId="77777777" w:rsidR="008966DA" w:rsidRPr="008966DA" w:rsidRDefault="008966DA" w:rsidP="008966D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 w:val="23"/>
                <w:szCs w:val="23"/>
              </w:rPr>
            </w:pPr>
            <w:r w:rsidRPr="008966DA">
              <w:rPr>
                <w:rFonts w:ascii="Corbel" w:hAnsi="Corbel"/>
                <w:b w:val="0"/>
                <w:smallCaps w:val="0"/>
                <w:sz w:val="23"/>
                <w:szCs w:val="23"/>
              </w:rPr>
              <w:t>Obserwacja w trakcie zajęć</w:t>
            </w:r>
          </w:p>
        </w:tc>
        <w:tc>
          <w:tcPr>
            <w:tcW w:w="2190" w:type="dxa"/>
          </w:tcPr>
          <w:p w14:paraId="3D432857" w14:textId="6BCB1BB9" w:rsidR="008966DA" w:rsidRPr="008966DA" w:rsidRDefault="008966DA" w:rsidP="008966D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02F6D59">
              <w:rPr>
                <w:rFonts w:ascii="Corbel" w:hAnsi="Corbel"/>
                <w:b w:val="0"/>
                <w:smallCaps w:val="0"/>
                <w:sz w:val="23"/>
                <w:szCs w:val="23"/>
              </w:rPr>
              <w:t>Wykł.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4D7D4" w14:textId="77777777" w:rsidR="00B23F8C" w:rsidRDefault="00B23F8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1A97AA7" w14:textId="79D89DA6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8966DA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923D7D">
        <w:tc>
          <w:tcPr>
            <w:tcW w:w="9670" w:type="dxa"/>
          </w:tcPr>
          <w:p w14:paraId="1BA9AF8C" w14:textId="77777777" w:rsidR="00780353" w:rsidRDefault="00780353" w:rsidP="008966DA">
            <w:pPr>
              <w:spacing w:before="60" w:after="0" w:line="240" w:lineRule="auto"/>
              <w:jc w:val="both"/>
              <w:rPr>
                <w:rFonts w:ascii="Corbel" w:eastAsia="Cambria" w:hAnsi="Corbel"/>
              </w:rPr>
            </w:pPr>
            <w:r w:rsidRPr="00B920B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 xml:space="preserve"> –  </w:t>
            </w:r>
            <w:r w:rsidRPr="00094561">
              <w:rPr>
                <w:rFonts w:ascii="Corbel" w:eastAsia="Cambria" w:hAnsi="Corbel"/>
              </w:rPr>
              <w:t>Egzamin odbywa się w formie pisemnej</w:t>
            </w:r>
            <w:r>
              <w:rPr>
                <w:rFonts w:ascii="Corbel" w:eastAsia="Cambria" w:hAnsi="Corbel"/>
              </w:rPr>
              <w:t xml:space="preserve"> (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>praca pisemna w formie odpowiedzi (opisu) na pięć przedstawionych pytań</w:t>
            </w:r>
            <w:r>
              <w:rPr>
                <w:rFonts w:ascii="Corbel" w:eastAsia="Cambria" w:hAnsi="Corbel"/>
                <w:sz w:val="24"/>
                <w:szCs w:val="24"/>
              </w:rPr>
              <w:t>)</w:t>
            </w:r>
            <w:r>
              <w:rPr>
                <w:rFonts w:ascii="Corbel" w:eastAsia="Cambria" w:hAnsi="Corbel"/>
              </w:rPr>
              <w:t xml:space="preserve"> lub testowej (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>50 pytań jednokrotnego wyboru</w:t>
            </w:r>
            <w:r>
              <w:rPr>
                <w:rFonts w:ascii="Corbel" w:eastAsia="Cambria" w:hAnsi="Corbel"/>
                <w:sz w:val="24"/>
                <w:szCs w:val="24"/>
              </w:rPr>
              <w:t>)</w:t>
            </w:r>
            <w:r>
              <w:rPr>
                <w:rFonts w:ascii="Corbel" w:eastAsia="Cambria" w:hAnsi="Corbel"/>
              </w:rPr>
              <w:t xml:space="preserve">. </w:t>
            </w:r>
          </w:p>
          <w:p w14:paraId="57C04395" w14:textId="77777777" w:rsidR="00780353" w:rsidRPr="000074D5" w:rsidRDefault="00780353" w:rsidP="008966DA">
            <w:pPr>
              <w:spacing w:before="60"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74D5">
              <w:rPr>
                <w:rFonts w:ascii="Corbel" w:eastAsia="Cambria" w:hAnsi="Corbel"/>
                <w:sz w:val="24"/>
                <w:szCs w:val="24"/>
              </w:rPr>
              <w:t>Na egzaminie przedterminowym – metoda ustna. Student otrzymuje 5 pytań problemowych.</w:t>
            </w:r>
          </w:p>
          <w:p w14:paraId="05ED8E0A" w14:textId="77777777" w:rsidR="00780353" w:rsidRPr="00AB5B22" w:rsidRDefault="00780353" w:rsidP="008966DA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056EC01F" w14:textId="77777777" w:rsidR="00780353" w:rsidRPr="00094561" w:rsidRDefault="00780353" w:rsidP="008966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04CD185E" w14:textId="77777777" w:rsidR="00780353" w:rsidRPr="00094561" w:rsidRDefault="00780353" w:rsidP="008966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4B2C7CFA" w14:textId="77777777" w:rsidR="00780353" w:rsidRPr="00094561" w:rsidRDefault="00780353" w:rsidP="008966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04C370D2" w14:textId="77777777" w:rsidR="00780353" w:rsidRPr="00094561" w:rsidRDefault="00780353" w:rsidP="008966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56BD41EE" w14:textId="77777777" w:rsidR="00780353" w:rsidRDefault="00780353" w:rsidP="008966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3FA5CEC7" w14:textId="6D386D0D" w:rsidR="0085747A" w:rsidRPr="008966DA" w:rsidRDefault="00780353" w:rsidP="008966DA">
            <w:pPr>
              <w:spacing w:after="6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8966DA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B169DF" w14:paraId="2C55D360" w14:textId="77777777" w:rsidTr="008966DA">
        <w:tc>
          <w:tcPr>
            <w:tcW w:w="5274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80353" w:rsidRPr="00B169DF" w14:paraId="67FF57F9" w14:textId="77777777" w:rsidTr="008966DA">
        <w:tc>
          <w:tcPr>
            <w:tcW w:w="5274" w:type="dxa"/>
          </w:tcPr>
          <w:p w14:paraId="739AC344" w14:textId="77777777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13420D27" w14:textId="073DA40F" w:rsidR="00780353" w:rsidRPr="00B169DF" w:rsidRDefault="00780353" w:rsidP="008966D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Wykład – </w:t>
            </w:r>
            <w:r>
              <w:rPr>
                <w:rFonts w:ascii="Corbel" w:hAnsi="Corbel"/>
                <w:sz w:val="24"/>
                <w:szCs w:val="24"/>
              </w:rPr>
              <w:t>45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80353" w:rsidRPr="00B169DF" w14:paraId="4992C99B" w14:textId="77777777" w:rsidTr="008966DA">
        <w:tc>
          <w:tcPr>
            <w:tcW w:w="5274" w:type="dxa"/>
          </w:tcPr>
          <w:p w14:paraId="49DEDE3F" w14:textId="77777777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1C80A7D7" w14:textId="77777777" w:rsidR="00780353" w:rsidRDefault="00780353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4 godz.</w:t>
            </w:r>
          </w:p>
          <w:p w14:paraId="6EB24F22" w14:textId="0EB3A100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egzaminie – 3 godz. </w:t>
            </w:r>
          </w:p>
        </w:tc>
      </w:tr>
      <w:tr w:rsidR="00780353" w:rsidRPr="00B169DF" w14:paraId="20C91050" w14:textId="77777777" w:rsidTr="008966DA">
        <w:tc>
          <w:tcPr>
            <w:tcW w:w="5274" w:type="dxa"/>
          </w:tcPr>
          <w:p w14:paraId="1F4D1BB3" w14:textId="77777777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2C5414" w14:textId="77777777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1C3431D4" w14:textId="77777777" w:rsidR="00780353" w:rsidRDefault="00780353" w:rsidP="000F663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38 godz.</w:t>
            </w:r>
          </w:p>
          <w:p w14:paraId="7BA269FD" w14:textId="196847AB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- 60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80353" w:rsidRPr="00B169DF" w14:paraId="01DB9C4E" w14:textId="77777777" w:rsidTr="008966DA">
        <w:trPr>
          <w:trHeight w:val="337"/>
        </w:trPr>
        <w:tc>
          <w:tcPr>
            <w:tcW w:w="5274" w:type="dxa"/>
          </w:tcPr>
          <w:p w14:paraId="5C839B36" w14:textId="77777777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FE651C4" w14:textId="509220B2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80353" w:rsidRPr="00B169DF" w14:paraId="2B806E76" w14:textId="77777777" w:rsidTr="008966DA">
        <w:trPr>
          <w:trHeight w:val="338"/>
        </w:trPr>
        <w:tc>
          <w:tcPr>
            <w:tcW w:w="5274" w:type="dxa"/>
          </w:tcPr>
          <w:p w14:paraId="6108167B" w14:textId="77777777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E5344BB" w14:textId="10FD21A3" w:rsidR="00780353" w:rsidRPr="00B169DF" w:rsidRDefault="007803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91A6501" w14:textId="77777777" w:rsidR="0085747A" w:rsidRPr="00B169DF" w:rsidRDefault="00923D7D" w:rsidP="008966D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169DF" w14:paraId="3438DA50" w14:textId="77777777" w:rsidTr="008966DA">
        <w:trPr>
          <w:trHeight w:val="397"/>
        </w:trPr>
        <w:tc>
          <w:tcPr>
            <w:tcW w:w="3998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063ED9DE" w14:textId="5A001CF1" w:rsidR="0085747A" w:rsidRPr="00B169DF" w:rsidRDefault="007803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16160EA" w14:textId="77777777" w:rsidTr="008966DA">
        <w:trPr>
          <w:trHeight w:val="397"/>
        </w:trPr>
        <w:tc>
          <w:tcPr>
            <w:tcW w:w="3998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412707C1" w14:textId="51632244" w:rsidR="0085747A" w:rsidRPr="00B169DF" w:rsidRDefault="007803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2D4C1F8" w14:textId="77777777" w:rsidTr="0071620A">
        <w:trPr>
          <w:trHeight w:val="397"/>
        </w:trPr>
        <w:tc>
          <w:tcPr>
            <w:tcW w:w="7513" w:type="dxa"/>
          </w:tcPr>
          <w:p w14:paraId="1D44BA3E" w14:textId="77777777" w:rsidR="00780353" w:rsidRPr="00751A95" w:rsidRDefault="00780353" w:rsidP="008966DA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0A9AB58" w14:textId="47D8BBC1" w:rsidR="00780353" w:rsidRPr="00884920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60"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Rzewuski (red.), Postępowanie cywilne, wyd. </w:t>
            </w:r>
            <w:r w:rsid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5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</w:t>
            </w:r>
            <w:r w:rsid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5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23B59048" w14:textId="77777777" w:rsidR="00AA6C8E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 W. Broniewicz, A. Marciniak, I. Kunicki, Postępowanie cywilne w zarysie, wyd. 1</w:t>
            </w:r>
            <w:r w:rsid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4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</w:t>
            </w:r>
            <w:r w:rsid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3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24AB970B" w14:textId="076CE0BE" w:rsidR="00780353" w:rsidRPr="00AA6C8E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AA6C8E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I. </w:t>
            </w:r>
            <w:r w:rsidR="00AA6C8E" w:rsidRP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Gil</w:t>
            </w:r>
            <w:r w:rsidRPr="00AA6C8E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, </w:t>
            </w:r>
            <w:r w:rsidR="00AA6C8E" w:rsidRPr="00AA6C8E">
              <w:rPr>
                <w:rFonts w:ascii="Corbel" w:hAnsi="Corbel" w:cs="Open Sans"/>
                <w:color w:val="333333"/>
                <w:sz w:val="24"/>
                <w:szCs w:val="24"/>
              </w:rPr>
              <w:t>Zarys postępowania cywilnego z testami online</w:t>
            </w:r>
            <w:r w:rsidRP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 202</w:t>
            </w:r>
            <w:r w:rsidR="00AA6C8E" w:rsidRP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5</w:t>
            </w:r>
            <w:r w:rsidRP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65CE457B" w14:textId="26E8EF87" w:rsidR="00780353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Białecki, S. Kotas – Turoboyska, F. Manikowski, E. Płocha, </w:t>
            </w:r>
            <w:r w:rsidR="008966DA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br/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E. Szczepanowska, Postępowanie cywilne. Vademecum, </w:t>
            </w:r>
            <w:r w:rsidR="008966DA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br/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Warszawa 2023, </w:t>
            </w:r>
          </w:p>
          <w:p w14:paraId="354C5A46" w14:textId="77777777" w:rsidR="00780353" w:rsidRPr="008966DA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Style w:val="Pogrubienie"/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FD578A">
              <w:rPr>
                <w:rStyle w:val="Pogrubienie"/>
                <w:rFonts w:ascii="Corbel" w:hAnsi="Corbel" w:cs="Open Sans"/>
                <w:b w:val="0"/>
                <w:bCs w:val="0"/>
                <w:color w:val="333333"/>
                <w:sz w:val="24"/>
                <w:szCs w:val="24"/>
              </w:rPr>
              <w:t>M</w:t>
            </w:r>
            <w:r w:rsidRPr="00FD578A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 xml:space="preserve">. </w:t>
            </w:r>
            <w:r w:rsidRPr="00FD578A">
              <w:rPr>
                <w:rStyle w:val="Pogrubienie"/>
                <w:rFonts w:ascii="Corbel" w:hAnsi="Corbel" w:cs="Open Sans"/>
                <w:b w:val="0"/>
                <w:bCs w:val="0"/>
                <w:color w:val="333333"/>
                <w:sz w:val="24"/>
                <w:szCs w:val="24"/>
              </w:rPr>
              <w:t xml:space="preserve">Dziurda, Kodeks postępowania cywilnego. Praktyczny komentarz do nowelizacji z 2023 roku, Lex 2023, </w:t>
            </w:r>
          </w:p>
          <w:p w14:paraId="3908CD3F" w14:textId="77777777" w:rsidR="00780353" w:rsidRPr="00FD578A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FD578A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T. Szanciło, Kodeks postępowania cywilnego. Tom I – II. Komentarz, Legalis 2023</w:t>
            </w:r>
          </w:p>
          <w:p w14:paraId="21B6B8CA" w14:textId="0A23DCEB" w:rsidR="00780353" w:rsidRPr="00884920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 xml:space="preserve">A. Zieliński, </w:t>
            </w: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K. Flaga-Gieruszyńska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Postępowanie cywilne. Kompendium, Warszawa 202</w:t>
            </w:r>
            <w:r w:rsidR="00AA6C8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4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79DBDB1F" w14:textId="5139D0CE" w:rsidR="00780353" w:rsidRPr="00884920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T. Ereciński (red.), Kodeks postępowania cywilnego. Komentarz. </w:t>
            </w:r>
            <w:r w:rsidR="008966DA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br/>
            </w: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Tom I. Postępowanie rozpoznawcze, Lex 20</w:t>
            </w:r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23</w:t>
            </w: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63A28955" w14:textId="320C429B" w:rsidR="00780353" w:rsidRPr="00780353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A. Jakubecki (red.), Kodeks postępowania cywilnego. </w:t>
            </w:r>
            <w:r w:rsidR="008966DA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br/>
            </w: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Komentarz do </w:t>
            </w:r>
            <w:r w:rsidRPr="00001CE2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wybranych przepisów nowelizacji 2019, Lex 2019,</w:t>
            </w:r>
          </w:p>
          <w:p w14:paraId="74ACC37E" w14:textId="1B6410FF" w:rsidR="00780353" w:rsidRPr="00780353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41" w:hanging="284"/>
              <w:rPr>
                <w:rFonts w:ascii="Corbel" w:hAnsi="Corbel"/>
                <w:smallCaps/>
                <w:sz w:val="24"/>
                <w:szCs w:val="24"/>
              </w:rPr>
            </w:pPr>
            <w:r w:rsidRPr="00780353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T. Wiśniewski (red), </w:t>
            </w:r>
            <w:r w:rsidRPr="00780353"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t xml:space="preserve">Kodeks postępowania cywilnego. Komentarz. </w:t>
            </w:r>
            <w:r w:rsidR="008966DA"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br/>
            </w:r>
            <w:r w:rsidRPr="00780353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Tom 1-5, Warszawa 2021.</w:t>
            </w:r>
          </w:p>
        </w:tc>
      </w:tr>
      <w:tr w:rsidR="0085747A" w:rsidRPr="00B169DF" w14:paraId="50F4DDEA" w14:textId="77777777" w:rsidTr="0071620A">
        <w:trPr>
          <w:trHeight w:val="397"/>
        </w:trPr>
        <w:tc>
          <w:tcPr>
            <w:tcW w:w="7513" w:type="dxa"/>
          </w:tcPr>
          <w:p w14:paraId="35F53468" w14:textId="77777777" w:rsidR="0085747A" w:rsidRPr="00AA6C8E" w:rsidRDefault="0085747A" w:rsidP="008966DA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AA6C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9254F50" w14:textId="50B25516" w:rsidR="00780353" w:rsidRPr="00001CE2" w:rsidRDefault="00780353" w:rsidP="008966DA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Białecki, A. Klich, A. </w:t>
            </w:r>
            <w:r w:rsidRPr="00001CE2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Zieliński, </w:t>
            </w:r>
            <w:r w:rsidRPr="00001CE2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Pisma procesowe w sprawach cywilnych z objaśnieniami i płytą CD</w:t>
            </w:r>
            <w:r w:rsidRPr="00001CE2">
              <w:rPr>
                <w:rFonts w:ascii="Corbel" w:eastAsia="Cambria" w:hAnsi="Corbel"/>
                <w:spacing w:val="-4"/>
                <w:sz w:val="24"/>
                <w:szCs w:val="24"/>
              </w:rPr>
              <w:t>, Warszawa 202</w:t>
            </w:r>
            <w:r w:rsidR="00C15C63">
              <w:rPr>
                <w:rFonts w:ascii="Corbel" w:eastAsia="Cambria" w:hAnsi="Corbel"/>
                <w:spacing w:val="-4"/>
                <w:sz w:val="24"/>
                <w:szCs w:val="24"/>
              </w:rPr>
              <w:t>4</w:t>
            </w:r>
            <w:r>
              <w:rPr>
                <w:rFonts w:ascii="Corbel" w:eastAsia="Cambria" w:hAnsi="Corbel"/>
                <w:spacing w:val="-4"/>
                <w:sz w:val="24"/>
                <w:szCs w:val="24"/>
              </w:rPr>
              <w:t>,</w:t>
            </w:r>
          </w:p>
          <w:p w14:paraId="776063D6" w14:textId="384D4E2E" w:rsidR="00780353" w:rsidRPr="00884920" w:rsidRDefault="00780353" w:rsidP="008966DA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001CE2">
              <w:rPr>
                <w:rFonts w:ascii="Corbel" w:eastAsia="Cambria" w:hAnsi="Corbel"/>
                <w:sz w:val="24"/>
                <w:szCs w:val="24"/>
              </w:rPr>
              <w:t xml:space="preserve">K. Flaga – Gieruszyńska (red.) </w:t>
            </w:r>
            <w:r w:rsidRPr="00001CE2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Wzory</w:t>
            </w:r>
            <w:r w:rsidRPr="00884920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 pism procesowych w sprawach cywilnych i rejestrowych z objaśnieniami, </w:t>
            </w:r>
            <w:r w:rsidRPr="00884920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</w:t>
            </w:r>
            <w:r w:rsidR="00C15C63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4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</w:t>
            </w:r>
          </w:p>
          <w:p w14:paraId="47E2F64A" w14:textId="77777777" w:rsidR="00780353" w:rsidRPr="00884920" w:rsidRDefault="00780353" w:rsidP="008966DA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Pietrzkowski,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2021,</w:t>
            </w:r>
          </w:p>
          <w:p w14:paraId="690F3DF0" w14:textId="68ECD48F" w:rsidR="00780353" w:rsidRPr="00884920" w:rsidRDefault="00780353" w:rsidP="008966DA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Pietrzkowski,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 xml:space="preserve">Czynności procesowe zawodowego pełnomocnika </w:t>
            </w:r>
            <w:r w:rsidR="008966DA">
              <w:rPr>
                <w:rFonts w:ascii="Corbel" w:eastAsia="Cambria" w:hAnsi="Corbel"/>
                <w:i/>
                <w:sz w:val="24"/>
                <w:szCs w:val="24"/>
              </w:rPr>
              <w:br/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</w:t>
            </w:r>
            <w:r w:rsidR="00C15C63">
              <w:rPr>
                <w:rFonts w:ascii="Corbel" w:eastAsia="Cambria" w:hAnsi="Corbel"/>
                <w:sz w:val="24"/>
                <w:szCs w:val="24"/>
              </w:rPr>
              <w:t>4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5722110C" w14:textId="5F222C01" w:rsidR="00780353" w:rsidRPr="00780353" w:rsidRDefault="00780353" w:rsidP="008966D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41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W. Siedlecki, </w:t>
            </w:r>
            <w:r w:rsidRPr="00884920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Zarys postępowania cywilnego,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1968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.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B23F8C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FEA16" w14:textId="77777777" w:rsidR="00EE092D" w:rsidRDefault="00EE092D" w:rsidP="00C16ABF">
      <w:pPr>
        <w:spacing w:after="0" w:line="240" w:lineRule="auto"/>
      </w:pPr>
      <w:r>
        <w:separator/>
      </w:r>
    </w:p>
  </w:endnote>
  <w:endnote w:type="continuationSeparator" w:id="0">
    <w:p w14:paraId="09839A4A" w14:textId="77777777" w:rsidR="00EE092D" w:rsidRDefault="00EE09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61829" w14:textId="77777777" w:rsidR="00EE092D" w:rsidRDefault="00EE092D" w:rsidP="00C16ABF">
      <w:pPr>
        <w:spacing w:after="0" w:line="240" w:lineRule="auto"/>
      </w:pPr>
      <w:r>
        <w:separator/>
      </w:r>
    </w:p>
  </w:footnote>
  <w:footnote w:type="continuationSeparator" w:id="0">
    <w:p w14:paraId="72E6B11E" w14:textId="77777777" w:rsidR="00EE092D" w:rsidRDefault="00EE092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C78E3F4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726F18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0366861">
    <w:abstractNumId w:val="2"/>
  </w:num>
  <w:num w:numId="2" w16cid:durableId="604339923">
    <w:abstractNumId w:val="0"/>
  </w:num>
  <w:num w:numId="3" w16cid:durableId="558321746">
    <w:abstractNumId w:val="1"/>
  </w:num>
  <w:num w:numId="4" w16cid:durableId="124002352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D4BD3"/>
    <w:rsid w:val="001D657B"/>
    <w:rsid w:val="001D7B54"/>
    <w:rsid w:val="001E0209"/>
    <w:rsid w:val="001F2CA2"/>
    <w:rsid w:val="001F797D"/>
    <w:rsid w:val="0021313B"/>
    <w:rsid w:val="002144C0"/>
    <w:rsid w:val="0022477D"/>
    <w:rsid w:val="002278A9"/>
    <w:rsid w:val="002336F9"/>
    <w:rsid w:val="0024028F"/>
    <w:rsid w:val="00244ABC"/>
    <w:rsid w:val="0027639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73B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696A"/>
    <w:rsid w:val="00461EFC"/>
    <w:rsid w:val="004652C2"/>
    <w:rsid w:val="004706D1"/>
    <w:rsid w:val="00471326"/>
    <w:rsid w:val="0047598D"/>
    <w:rsid w:val="004840FD"/>
    <w:rsid w:val="00490F7D"/>
    <w:rsid w:val="00491678"/>
    <w:rsid w:val="004918AC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02494"/>
    <w:rsid w:val="0061029B"/>
    <w:rsid w:val="00617230"/>
    <w:rsid w:val="00621CE1"/>
    <w:rsid w:val="00627FC9"/>
    <w:rsid w:val="00627FE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79F"/>
    <w:rsid w:val="00725459"/>
    <w:rsid w:val="007327BD"/>
    <w:rsid w:val="00734608"/>
    <w:rsid w:val="00745302"/>
    <w:rsid w:val="007461D6"/>
    <w:rsid w:val="00746EC8"/>
    <w:rsid w:val="00763BF1"/>
    <w:rsid w:val="00766FD4"/>
    <w:rsid w:val="00780353"/>
    <w:rsid w:val="0078168C"/>
    <w:rsid w:val="00781916"/>
    <w:rsid w:val="00787C2A"/>
    <w:rsid w:val="00790E27"/>
    <w:rsid w:val="007A4022"/>
    <w:rsid w:val="007A466B"/>
    <w:rsid w:val="007A46A3"/>
    <w:rsid w:val="007A62EA"/>
    <w:rsid w:val="007A6E6E"/>
    <w:rsid w:val="007C3299"/>
    <w:rsid w:val="007C3BCC"/>
    <w:rsid w:val="007C4546"/>
    <w:rsid w:val="007D6E56"/>
    <w:rsid w:val="007E63B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6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5F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775"/>
    <w:rsid w:val="00A43BF6"/>
    <w:rsid w:val="00A53FA5"/>
    <w:rsid w:val="00A54817"/>
    <w:rsid w:val="00A601C8"/>
    <w:rsid w:val="00A60799"/>
    <w:rsid w:val="00A84C85"/>
    <w:rsid w:val="00A97DE1"/>
    <w:rsid w:val="00AA6C8E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3F8C"/>
    <w:rsid w:val="00B2690F"/>
    <w:rsid w:val="00B3130B"/>
    <w:rsid w:val="00B363FF"/>
    <w:rsid w:val="00B40ADB"/>
    <w:rsid w:val="00B43B77"/>
    <w:rsid w:val="00B43E80"/>
    <w:rsid w:val="00B5747F"/>
    <w:rsid w:val="00B607DB"/>
    <w:rsid w:val="00B6196F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C6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45EE3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92D"/>
    <w:rsid w:val="00EE32DE"/>
    <w:rsid w:val="00EE5457"/>
    <w:rsid w:val="00F070AB"/>
    <w:rsid w:val="00F17567"/>
    <w:rsid w:val="00F27A7B"/>
    <w:rsid w:val="00F359D5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C5A0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847907A8-19BF-4DFB-BDEF-C7215EC0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A6C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78035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AA6C8E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3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7E3C3-9488-4B69-88BF-43C627DD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1961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2025-10-24T07:31:00Z</cp:lastPrinted>
  <dcterms:created xsi:type="dcterms:W3CDTF">2025-09-23T20:42:00Z</dcterms:created>
  <dcterms:modified xsi:type="dcterms:W3CDTF">2025-10-30T11:41:00Z</dcterms:modified>
</cp:coreProperties>
</file>